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F9926" w14:textId="22C91BD1"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F6ADC92" w14:textId="77777777" w:rsidTr="00146EEC">
        <w:tc>
          <w:tcPr>
            <w:tcW w:w="2689" w:type="dxa"/>
          </w:tcPr>
          <w:p w14:paraId="55B30F69" w14:textId="77777777" w:rsidR="00F1480E" w:rsidRPr="000754EC" w:rsidRDefault="00830267" w:rsidP="000754EC">
            <w:pPr>
              <w:pStyle w:val="SIText-Bold"/>
            </w:pPr>
            <w:r w:rsidRPr="00A326C2">
              <w:t>Release</w:t>
            </w:r>
          </w:p>
        </w:tc>
        <w:tc>
          <w:tcPr>
            <w:tcW w:w="6939" w:type="dxa"/>
          </w:tcPr>
          <w:p w14:paraId="5163095C" w14:textId="77777777" w:rsidR="00F1480E" w:rsidRPr="000754EC" w:rsidRDefault="00830267" w:rsidP="000754EC">
            <w:pPr>
              <w:pStyle w:val="SIText-Bold"/>
            </w:pPr>
            <w:r w:rsidRPr="00A326C2">
              <w:t>Comments</w:t>
            </w:r>
          </w:p>
        </w:tc>
      </w:tr>
      <w:tr w:rsidR="00F1480E" w14:paraId="49703D47" w14:textId="77777777" w:rsidTr="00146EEC">
        <w:tc>
          <w:tcPr>
            <w:tcW w:w="2689" w:type="dxa"/>
          </w:tcPr>
          <w:p w14:paraId="219CB830" w14:textId="02678C43" w:rsidR="00F1480E" w:rsidRPr="000754EC" w:rsidRDefault="00F1480E" w:rsidP="000754EC">
            <w:pPr>
              <w:pStyle w:val="SIText"/>
            </w:pPr>
            <w:r w:rsidRPr="00CC451E">
              <w:t>Release</w:t>
            </w:r>
            <w:r w:rsidR="00337E82" w:rsidRPr="000754EC">
              <w:t xml:space="preserve"> </w:t>
            </w:r>
            <w:r w:rsidR="00E933B0">
              <w:t>1</w:t>
            </w:r>
          </w:p>
        </w:tc>
        <w:tc>
          <w:tcPr>
            <w:tcW w:w="6939" w:type="dxa"/>
          </w:tcPr>
          <w:p w14:paraId="1452D98A" w14:textId="3280E7E9" w:rsidR="00F1480E" w:rsidRPr="000754EC" w:rsidRDefault="00F1480E" w:rsidP="000754EC">
            <w:pPr>
              <w:pStyle w:val="SIText"/>
            </w:pPr>
            <w:r w:rsidRPr="00CC451E">
              <w:t xml:space="preserve">This version released with </w:t>
            </w:r>
            <w:r w:rsidR="00E933B0">
              <w:t xml:space="preserve">AHC Agriculture, Horticulture and Conservation and Land Management </w:t>
            </w:r>
            <w:r w:rsidR="00337E82" w:rsidRPr="000754EC">
              <w:t>Training</w:t>
            </w:r>
            <w:r w:rsidRPr="000754EC">
              <w:t xml:space="preserve"> Package Version </w:t>
            </w:r>
            <w:r w:rsidR="00286456">
              <w:t>6</w:t>
            </w:r>
            <w:r w:rsidR="00337E82" w:rsidRPr="000754EC">
              <w:t>.0</w:t>
            </w:r>
            <w:r w:rsidRPr="000754EC">
              <w:t>.</w:t>
            </w:r>
          </w:p>
        </w:tc>
      </w:tr>
    </w:tbl>
    <w:p w14:paraId="71EBA4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5A47B7" w14:textId="77777777" w:rsidTr="00CA2922">
        <w:trPr>
          <w:tblHeader/>
        </w:trPr>
        <w:tc>
          <w:tcPr>
            <w:tcW w:w="1396" w:type="pct"/>
            <w:shd w:val="clear" w:color="auto" w:fill="auto"/>
          </w:tcPr>
          <w:p w14:paraId="781F69A0" w14:textId="64666481" w:rsidR="00F1480E" w:rsidRPr="000754EC" w:rsidRDefault="00E933B0" w:rsidP="000754EC">
            <w:pPr>
              <w:pStyle w:val="SIUNITCODE"/>
            </w:pPr>
            <w:r>
              <w:t>AHC</w:t>
            </w:r>
            <w:r w:rsidR="00AB51ED">
              <w:t>BAC</w:t>
            </w:r>
            <w:r w:rsidR="0058449A">
              <w:t>3</w:t>
            </w:r>
            <w:r w:rsidR="00C3087C">
              <w:t>10</w:t>
            </w:r>
          </w:p>
        </w:tc>
        <w:tc>
          <w:tcPr>
            <w:tcW w:w="3604" w:type="pct"/>
            <w:shd w:val="clear" w:color="auto" w:fill="auto"/>
          </w:tcPr>
          <w:p w14:paraId="68240ED7" w14:textId="585D6C4E" w:rsidR="00F1480E" w:rsidRPr="000754EC" w:rsidRDefault="00C3087C" w:rsidP="000754EC">
            <w:pPr>
              <w:pStyle w:val="SIUnittitle"/>
            </w:pPr>
            <w:r w:rsidRPr="00C3087C">
              <w:t>Maintain pastures and crops for livestock production</w:t>
            </w:r>
          </w:p>
        </w:tc>
      </w:tr>
      <w:tr w:rsidR="00F1480E" w:rsidRPr="00963A46" w14:paraId="25DF8325" w14:textId="77777777" w:rsidTr="00CA2922">
        <w:tc>
          <w:tcPr>
            <w:tcW w:w="1396" w:type="pct"/>
            <w:shd w:val="clear" w:color="auto" w:fill="auto"/>
          </w:tcPr>
          <w:p w14:paraId="047E09C1" w14:textId="77777777" w:rsidR="00F1480E" w:rsidRPr="000754EC" w:rsidRDefault="00FD557D" w:rsidP="000754EC">
            <w:pPr>
              <w:pStyle w:val="SIHeading2"/>
            </w:pPr>
            <w:r w:rsidRPr="00FD557D">
              <w:t>Application</w:t>
            </w:r>
          </w:p>
          <w:p w14:paraId="7248F585" w14:textId="77777777" w:rsidR="00FD557D" w:rsidRPr="00923720" w:rsidRDefault="00FD557D" w:rsidP="000754EC">
            <w:pPr>
              <w:pStyle w:val="SIHeading2"/>
            </w:pPr>
          </w:p>
        </w:tc>
        <w:tc>
          <w:tcPr>
            <w:tcW w:w="3604" w:type="pct"/>
            <w:shd w:val="clear" w:color="auto" w:fill="auto"/>
          </w:tcPr>
          <w:p w14:paraId="70121A45" w14:textId="77777777" w:rsidR="00C3087C" w:rsidRPr="00C3087C" w:rsidRDefault="00C3087C" w:rsidP="00C3087C">
            <w:pPr>
              <w:pStyle w:val="SIText"/>
            </w:pPr>
            <w:r w:rsidRPr="00C3087C">
              <w:t>This unit of competency describes the skills and knowledge required to maintain pastures and crops for livestock production.</w:t>
            </w:r>
          </w:p>
          <w:p w14:paraId="5E5EE784" w14:textId="77777777" w:rsidR="00C3087C" w:rsidRPr="00C3087C" w:rsidRDefault="00C3087C" w:rsidP="00C3087C">
            <w:pPr>
              <w:pStyle w:val="SIText"/>
            </w:pPr>
          </w:p>
          <w:p w14:paraId="79E489B8" w14:textId="6CC89A36" w:rsidR="00C3087C" w:rsidRPr="00C3087C" w:rsidRDefault="00872A37" w:rsidP="00C3087C">
            <w:pPr>
              <w:pStyle w:val="SIText"/>
            </w:pPr>
            <w:r>
              <w:t>The unit applies to individuals</w:t>
            </w:r>
            <w:r w:rsidR="00C3087C" w:rsidRPr="00C3087C">
              <w:t xml:space="preserve"> who work under broad direction and take responsibility for own work including limited responsibility for the work of others. They use discretion and judgement in the selection and use of available resources and complete routine activities.</w:t>
            </w:r>
          </w:p>
          <w:p w14:paraId="4F843EB8" w14:textId="77777777" w:rsidR="00C3087C" w:rsidRPr="00C3087C" w:rsidRDefault="00C3087C" w:rsidP="00C3087C">
            <w:pPr>
              <w:pStyle w:val="SIText"/>
            </w:pPr>
          </w:p>
          <w:p w14:paraId="034C6C33" w14:textId="66D0FD28" w:rsidR="00373436" w:rsidRPr="000754EC" w:rsidRDefault="009F765D" w:rsidP="00C3087C">
            <w:pPr>
              <w:pStyle w:val="SIText"/>
            </w:pPr>
            <w:r>
              <w:t xml:space="preserve">No licensing, legislative or certification requirements apply to this unit at the time of publication. </w:t>
            </w:r>
          </w:p>
        </w:tc>
      </w:tr>
      <w:tr w:rsidR="00F1480E" w:rsidRPr="00963A46" w14:paraId="655EE24B" w14:textId="77777777" w:rsidTr="00CA2922">
        <w:tc>
          <w:tcPr>
            <w:tcW w:w="1396" w:type="pct"/>
            <w:shd w:val="clear" w:color="auto" w:fill="auto"/>
          </w:tcPr>
          <w:p w14:paraId="0AB6F924" w14:textId="77777777" w:rsidR="00F1480E" w:rsidRPr="000754EC" w:rsidRDefault="00FD557D" w:rsidP="000754EC">
            <w:pPr>
              <w:pStyle w:val="SIHeading2"/>
            </w:pPr>
            <w:r w:rsidRPr="00923720">
              <w:t>Prerequisite Unit</w:t>
            </w:r>
          </w:p>
        </w:tc>
        <w:tc>
          <w:tcPr>
            <w:tcW w:w="3604" w:type="pct"/>
            <w:shd w:val="clear" w:color="auto" w:fill="auto"/>
          </w:tcPr>
          <w:p w14:paraId="28808444" w14:textId="69A376E2" w:rsidR="00F1480E" w:rsidRPr="000754EC" w:rsidRDefault="00E933B0" w:rsidP="000754EC">
            <w:pPr>
              <w:pStyle w:val="SIText"/>
            </w:pPr>
            <w:r>
              <w:t>Nil</w:t>
            </w:r>
            <w:r w:rsidR="00DA54B5">
              <w:t xml:space="preserve"> </w:t>
            </w:r>
          </w:p>
        </w:tc>
      </w:tr>
      <w:tr w:rsidR="00F1480E" w:rsidRPr="00963A46" w14:paraId="7D13AFDE" w14:textId="77777777" w:rsidTr="00CA2922">
        <w:tc>
          <w:tcPr>
            <w:tcW w:w="1396" w:type="pct"/>
            <w:shd w:val="clear" w:color="auto" w:fill="auto"/>
          </w:tcPr>
          <w:p w14:paraId="041C3CEE" w14:textId="77777777" w:rsidR="00F1480E" w:rsidRPr="000754EC" w:rsidRDefault="00FD557D" w:rsidP="000754EC">
            <w:pPr>
              <w:pStyle w:val="SIHeading2"/>
            </w:pPr>
            <w:r w:rsidRPr="00923720">
              <w:t>Unit Sector</w:t>
            </w:r>
          </w:p>
        </w:tc>
        <w:tc>
          <w:tcPr>
            <w:tcW w:w="3604" w:type="pct"/>
            <w:shd w:val="clear" w:color="auto" w:fill="auto"/>
          </w:tcPr>
          <w:p w14:paraId="4A5A163B" w14:textId="182C3366" w:rsidR="00F1480E" w:rsidRPr="000754EC" w:rsidRDefault="00AB51ED" w:rsidP="000754EC">
            <w:pPr>
              <w:pStyle w:val="SIText"/>
            </w:pPr>
            <w:r w:rsidRPr="00AB51ED">
              <w:t xml:space="preserve">Broad </w:t>
            </w:r>
            <w:r>
              <w:t>A</w:t>
            </w:r>
            <w:r w:rsidRPr="00AB51ED">
              <w:t xml:space="preserve">cre </w:t>
            </w:r>
            <w:r>
              <w:t>C</w:t>
            </w:r>
            <w:r w:rsidRPr="00AB51ED">
              <w:t>ropping (BAC)</w:t>
            </w:r>
          </w:p>
        </w:tc>
      </w:tr>
    </w:tbl>
    <w:p w14:paraId="774EE1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41FF73" w14:textId="77777777" w:rsidTr="00CA2922">
        <w:trPr>
          <w:cantSplit/>
          <w:tblHeader/>
        </w:trPr>
        <w:tc>
          <w:tcPr>
            <w:tcW w:w="1396" w:type="pct"/>
            <w:tcBorders>
              <w:bottom w:val="single" w:sz="4" w:space="0" w:color="C0C0C0"/>
            </w:tcBorders>
            <w:shd w:val="clear" w:color="auto" w:fill="auto"/>
          </w:tcPr>
          <w:p w14:paraId="281D281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1989969" w14:textId="77777777" w:rsidR="00F1480E" w:rsidRPr="000754EC" w:rsidRDefault="00FD557D" w:rsidP="000754EC">
            <w:pPr>
              <w:pStyle w:val="SIHeading2"/>
            </w:pPr>
            <w:r w:rsidRPr="00923720">
              <w:t>Performance Criteria</w:t>
            </w:r>
          </w:p>
        </w:tc>
      </w:tr>
      <w:tr w:rsidR="00F1480E" w:rsidRPr="00963A46" w14:paraId="7A46B8ED" w14:textId="77777777" w:rsidTr="00CA2922">
        <w:trPr>
          <w:cantSplit/>
          <w:tblHeader/>
        </w:trPr>
        <w:tc>
          <w:tcPr>
            <w:tcW w:w="1396" w:type="pct"/>
            <w:tcBorders>
              <w:top w:val="single" w:sz="4" w:space="0" w:color="C0C0C0"/>
            </w:tcBorders>
            <w:shd w:val="clear" w:color="auto" w:fill="auto"/>
          </w:tcPr>
          <w:p w14:paraId="3CF1C25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1BA11B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3087C" w:rsidRPr="00963A46" w14:paraId="2F5B2555" w14:textId="77777777" w:rsidTr="00CA2922">
        <w:trPr>
          <w:cantSplit/>
        </w:trPr>
        <w:tc>
          <w:tcPr>
            <w:tcW w:w="1396" w:type="pct"/>
            <w:shd w:val="clear" w:color="auto" w:fill="auto"/>
          </w:tcPr>
          <w:p w14:paraId="06314A52" w14:textId="3D012E2F" w:rsidR="00C3087C" w:rsidRPr="00C3087C" w:rsidRDefault="00C3087C" w:rsidP="00C3087C">
            <w:pPr>
              <w:pStyle w:val="SIText"/>
            </w:pPr>
            <w:r w:rsidRPr="00C3087C">
              <w:t>1. Monitor &amp; assess agricultural pasture and crop condition, growth and requirements</w:t>
            </w:r>
          </w:p>
        </w:tc>
        <w:tc>
          <w:tcPr>
            <w:tcW w:w="3604" w:type="pct"/>
            <w:shd w:val="clear" w:color="auto" w:fill="auto"/>
          </w:tcPr>
          <w:p w14:paraId="7D94C41F" w14:textId="056D24FB" w:rsidR="00C3087C" w:rsidRPr="00C3087C" w:rsidRDefault="00C3087C" w:rsidP="00C3087C">
            <w:r w:rsidRPr="00C3087C">
              <w:t>1.1 Monitor pasture</w:t>
            </w:r>
            <w:r w:rsidR="00136EBD">
              <w:t>/crop</w:t>
            </w:r>
            <w:r w:rsidRPr="00C3087C">
              <w:t xml:space="preserve"> </w:t>
            </w:r>
            <w:r w:rsidR="008F038D">
              <w:t>for condition</w:t>
            </w:r>
            <w:r w:rsidRPr="00C3087C">
              <w:t xml:space="preserve"> and record observations</w:t>
            </w:r>
          </w:p>
          <w:p w14:paraId="4F34E2C1" w14:textId="47305E5E" w:rsidR="00C3087C" w:rsidRPr="00C3087C" w:rsidRDefault="00C3087C" w:rsidP="00C3087C">
            <w:r w:rsidRPr="00C3087C">
              <w:t xml:space="preserve">1.2 </w:t>
            </w:r>
            <w:r w:rsidR="00136EBD">
              <w:t xml:space="preserve">Assess pasture/crop condition against </w:t>
            </w:r>
            <w:r w:rsidRPr="00C3087C">
              <w:t>expected growth and vigour</w:t>
            </w:r>
            <w:r w:rsidR="00136EBD">
              <w:t xml:space="preserve"> and report variance to supervisor</w:t>
            </w:r>
          </w:p>
          <w:p w14:paraId="3AEBEBF1" w14:textId="03AE3CCB" w:rsidR="00C3087C" w:rsidRPr="00C3087C" w:rsidRDefault="00C3087C" w:rsidP="00C3087C">
            <w:r w:rsidRPr="00C3087C">
              <w:t>1.3 Identify, monitor and report weeds, pests and diseases</w:t>
            </w:r>
            <w:r w:rsidR="00136EBD">
              <w:t xml:space="preserve"> impacting pasture/crop</w:t>
            </w:r>
          </w:p>
          <w:p w14:paraId="07C750A0" w14:textId="25A103EF" w:rsidR="00C3087C" w:rsidRPr="00C3087C" w:rsidRDefault="00C3087C" w:rsidP="00C3087C">
            <w:r w:rsidRPr="00C3087C">
              <w:t xml:space="preserve">1.4 Monitor soil fertility and plant nutrition </w:t>
            </w:r>
            <w:r w:rsidR="00136EBD">
              <w:t>according to growing plan</w:t>
            </w:r>
          </w:p>
          <w:p w14:paraId="046CB5F6" w14:textId="4C2FD0AD" w:rsidR="00C3087C" w:rsidRPr="00C3087C" w:rsidRDefault="00C3087C" w:rsidP="00C3087C">
            <w:r w:rsidRPr="00C3087C">
              <w:t xml:space="preserve">1.5 </w:t>
            </w:r>
            <w:r w:rsidR="00136EBD">
              <w:t>E</w:t>
            </w:r>
            <w:r w:rsidRPr="00C3087C">
              <w:t xml:space="preserve">stablish sites for regular measurement of soil moisture </w:t>
            </w:r>
            <w:r w:rsidR="00136EBD">
              <w:t>according growing plan</w:t>
            </w:r>
          </w:p>
          <w:p w14:paraId="598D5BCF" w14:textId="06541FC7" w:rsidR="00C3087C" w:rsidRPr="00C3087C" w:rsidRDefault="00C3087C" w:rsidP="00C3087C">
            <w:r w:rsidRPr="00C3087C">
              <w:t xml:space="preserve">1.6 </w:t>
            </w:r>
            <w:r w:rsidR="00136EBD">
              <w:t>Assess</w:t>
            </w:r>
            <w:r w:rsidR="00136EBD" w:rsidRPr="00C3087C">
              <w:t xml:space="preserve"> </w:t>
            </w:r>
            <w:r w:rsidRPr="00C3087C">
              <w:t xml:space="preserve">moisture levels and calculate soil water percentage </w:t>
            </w:r>
          </w:p>
          <w:p w14:paraId="3BF849A7" w14:textId="5B67BB42" w:rsidR="00BA4C32" w:rsidRDefault="00C3087C" w:rsidP="007F2CC4">
            <w:r w:rsidRPr="00C3087C">
              <w:t xml:space="preserve">1.7 Report observations of pasture </w:t>
            </w:r>
            <w:r w:rsidR="00E85A27">
              <w:t>or</w:t>
            </w:r>
            <w:r w:rsidR="00E85A27" w:rsidRPr="00C3087C">
              <w:t xml:space="preserve"> </w:t>
            </w:r>
            <w:r w:rsidRPr="00C3087C">
              <w:t xml:space="preserve">crop </w:t>
            </w:r>
            <w:r w:rsidR="00E85A27">
              <w:t>development to supervisor</w:t>
            </w:r>
          </w:p>
          <w:p w14:paraId="1696B99B" w14:textId="3587CACA" w:rsidR="00C3087C" w:rsidRPr="00C3087C" w:rsidRDefault="00BA4C32" w:rsidP="00655870">
            <w:r>
              <w:t>1.8</w:t>
            </w:r>
            <w:r w:rsidRPr="00BA4C32">
              <w:t xml:space="preserve"> Identify work health and safety hazards, assess risk and implement controls according to workplace procedures</w:t>
            </w:r>
          </w:p>
        </w:tc>
      </w:tr>
      <w:tr w:rsidR="00C3087C" w:rsidRPr="00963A46" w14:paraId="6D79A7FA" w14:textId="77777777" w:rsidTr="00CA2922">
        <w:trPr>
          <w:cantSplit/>
        </w:trPr>
        <w:tc>
          <w:tcPr>
            <w:tcW w:w="1396" w:type="pct"/>
            <w:shd w:val="clear" w:color="auto" w:fill="auto"/>
          </w:tcPr>
          <w:p w14:paraId="56B4064B" w14:textId="498E3FC9" w:rsidR="00C3087C" w:rsidRPr="00C3087C" w:rsidRDefault="00C3087C" w:rsidP="00C3087C">
            <w:pPr>
              <w:pStyle w:val="SIText"/>
            </w:pPr>
            <w:r w:rsidRPr="00C3087C">
              <w:t>2. Undertake pasture and crop health operations</w:t>
            </w:r>
          </w:p>
        </w:tc>
        <w:tc>
          <w:tcPr>
            <w:tcW w:w="3604" w:type="pct"/>
            <w:shd w:val="clear" w:color="auto" w:fill="auto"/>
          </w:tcPr>
          <w:p w14:paraId="20A852AD" w14:textId="7912622B" w:rsidR="00BA4C32" w:rsidRDefault="00BA4C32" w:rsidP="00C3087C">
            <w:r>
              <w:t>2.1</w:t>
            </w:r>
            <w:r w:rsidRPr="00BA4C32">
              <w:t xml:space="preserve"> Select, check, use and maintain personal protective equipment</w:t>
            </w:r>
            <w:r w:rsidRPr="00BA4C32" w:rsidDel="00BA4C32">
              <w:t xml:space="preserve"> </w:t>
            </w:r>
          </w:p>
          <w:p w14:paraId="51F142C4" w14:textId="2BA7D326" w:rsidR="00C3087C" w:rsidRPr="00C3087C" w:rsidRDefault="00C3087C" w:rsidP="00C3087C">
            <w:r w:rsidRPr="00C3087C">
              <w:t>2.</w:t>
            </w:r>
            <w:r w:rsidR="00BA4C32">
              <w:t>2</w:t>
            </w:r>
            <w:r w:rsidRPr="00C3087C">
              <w:t xml:space="preserve"> Contribute to plant health </w:t>
            </w:r>
            <w:r w:rsidR="00BA4C32">
              <w:t xml:space="preserve">management </w:t>
            </w:r>
            <w:r w:rsidRPr="00C3087C">
              <w:t>strateg</w:t>
            </w:r>
            <w:r w:rsidR="00E85A27">
              <w:t>ies</w:t>
            </w:r>
            <w:r w:rsidRPr="00C3087C">
              <w:t xml:space="preserve"> and growth issues</w:t>
            </w:r>
          </w:p>
          <w:p w14:paraId="2F9B4A45" w14:textId="4B6BDCFC" w:rsidR="00C3087C" w:rsidRPr="00C3087C" w:rsidRDefault="00C3087C" w:rsidP="00C3087C">
            <w:r w:rsidRPr="00C3087C">
              <w:t>2.</w:t>
            </w:r>
            <w:r w:rsidR="00BA4C32">
              <w:t>3</w:t>
            </w:r>
            <w:r w:rsidRPr="00C3087C">
              <w:t xml:space="preserve"> Select and use equipment to apply treatments</w:t>
            </w:r>
          </w:p>
          <w:p w14:paraId="20D7F99E" w14:textId="1AB09342" w:rsidR="00C3087C" w:rsidRPr="00C3087C" w:rsidRDefault="00C3087C" w:rsidP="00C3087C">
            <w:r w:rsidRPr="00C3087C">
              <w:t>2.</w:t>
            </w:r>
            <w:r w:rsidR="00BA4C32">
              <w:t>4</w:t>
            </w:r>
            <w:r w:rsidRPr="00C3087C">
              <w:t xml:space="preserve"> Apply specialist </w:t>
            </w:r>
            <w:r w:rsidR="00BA4C32">
              <w:t>treatments</w:t>
            </w:r>
            <w:r w:rsidR="00BA4C32" w:rsidRPr="00C3087C">
              <w:t xml:space="preserve"> </w:t>
            </w:r>
            <w:r w:rsidRPr="00C3087C">
              <w:t>for growth stages</w:t>
            </w:r>
            <w:r w:rsidR="00BA4C32" w:rsidRPr="00C3087C">
              <w:t xml:space="preserve"> </w:t>
            </w:r>
            <w:r w:rsidR="00BA4C32">
              <w:t>f</w:t>
            </w:r>
            <w:r w:rsidR="00BA4C32" w:rsidRPr="00C3087C">
              <w:t>ollow</w:t>
            </w:r>
            <w:r w:rsidR="00BA4C32">
              <w:t>ing</w:t>
            </w:r>
            <w:r w:rsidR="00BA4C32" w:rsidRPr="00C3087C">
              <w:t xml:space="preserve"> label instructions and specialist advice</w:t>
            </w:r>
          </w:p>
          <w:p w14:paraId="188FF1C0" w14:textId="48750462" w:rsidR="00C3087C" w:rsidRPr="00C3087C" w:rsidRDefault="00C3087C" w:rsidP="00C3087C">
            <w:r w:rsidRPr="00C3087C">
              <w:t>2.</w:t>
            </w:r>
            <w:r w:rsidR="00BA4C32">
              <w:t>5</w:t>
            </w:r>
            <w:r w:rsidRPr="00C3087C">
              <w:t xml:space="preserve"> </w:t>
            </w:r>
            <w:r w:rsidR="00BA4C32">
              <w:t>Use</w:t>
            </w:r>
            <w:r w:rsidR="00BA4C32" w:rsidRPr="00C3087C">
              <w:t xml:space="preserve"> </w:t>
            </w:r>
            <w:r w:rsidRPr="00C3087C">
              <w:t>technology to ensure efficient performance of operations</w:t>
            </w:r>
          </w:p>
          <w:p w14:paraId="653A13F0" w14:textId="4E8AC6BF" w:rsidR="00C3087C" w:rsidRPr="00C3087C" w:rsidRDefault="00C3087C" w:rsidP="00C3087C">
            <w:r w:rsidRPr="00C3087C">
              <w:t>2.</w:t>
            </w:r>
            <w:r w:rsidR="00BA4C32">
              <w:t>6</w:t>
            </w:r>
            <w:r w:rsidRPr="00C3087C">
              <w:t xml:space="preserve"> Conduct required chipping or spot spraying</w:t>
            </w:r>
          </w:p>
          <w:p w14:paraId="001BB914" w14:textId="3CF77B15" w:rsidR="00C3087C" w:rsidRPr="00C3087C" w:rsidRDefault="00C3087C" w:rsidP="00C3087C">
            <w:r w:rsidRPr="00C3087C">
              <w:t>2.</w:t>
            </w:r>
            <w:r w:rsidR="00BA4C32">
              <w:t>7</w:t>
            </w:r>
            <w:r w:rsidRPr="00C3087C">
              <w:t xml:space="preserve"> Assess, record and report pasture and crop growth stages and keys</w:t>
            </w:r>
          </w:p>
          <w:p w14:paraId="4297F468" w14:textId="7D39AB78" w:rsidR="00C3087C" w:rsidRPr="00C3087C" w:rsidRDefault="00C3087C" w:rsidP="00C3087C">
            <w:r w:rsidRPr="00C3087C">
              <w:t>2.</w:t>
            </w:r>
            <w:r w:rsidR="00BA4C32">
              <w:t>8</w:t>
            </w:r>
            <w:r w:rsidRPr="00C3087C">
              <w:t xml:space="preserve"> Apply water as required in irrigated situations</w:t>
            </w:r>
            <w:r w:rsidR="00BA4C32">
              <w:t xml:space="preserve"> according to moisture levels</w:t>
            </w:r>
          </w:p>
          <w:p w14:paraId="6BB72E57" w14:textId="419C9B93" w:rsidR="00C3087C" w:rsidRPr="00C3087C" w:rsidRDefault="00C3087C" w:rsidP="007F2CC4">
            <w:pPr>
              <w:pStyle w:val="SIText"/>
            </w:pPr>
            <w:r w:rsidRPr="00C3087C">
              <w:t>2.</w:t>
            </w:r>
            <w:r w:rsidR="00BA4C32">
              <w:t>9</w:t>
            </w:r>
            <w:r w:rsidRPr="00C3087C">
              <w:t xml:space="preserve"> Consider adverse environmental impact when performing </w:t>
            </w:r>
            <w:r w:rsidR="00210ED8">
              <w:t>pasture/crop operations</w:t>
            </w:r>
          </w:p>
        </w:tc>
      </w:tr>
      <w:tr w:rsidR="00C3087C" w:rsidRPr="00963A46" w14:paraId="16CD00DC" w14:textId="77777777" w:rsidTr="00CA2922">
        <w:trPr>
          <w:cantSplit/>
        </w:trPr>
        <w:tc>
          <w:tcPr>
            <w:tcW w:w="1396" w:type="pct"/>
            <w:shd w:val="clear" w:color="auto" w:fill="auto"/>
          </w:tcPr>
          <w:p w14:paraId="6F2E2312" w14:textId="69540BBF" w:rsidR="00C3087C" w:rsidRPr="00C3087C" w:rsidRDefault="00C3087C" w:rsidP="00C3087C">
            <w:pPr>
              <w:pStyle w:val="SIText"/>
            </w:pPr>
            <w:r w:rsidRPr="00C3087C">
              <w:t>3. Complete cleaning and hygiene operations</w:t>
            </w:r>
          </w:p>
        </w:tc>
        <w:tc>
          <w:tcPr>
            <w:tcW w:w="3604" w:type="pct"/>
            <w:shd w:val="clear" w:color="auto" w:fill="auto"/>
          </w:tcPr>
          <w:p w14:paraId="180F5A07" w14:textId="300933B0" w:rsidR="00C3087C" w:rsidRPr="00C3087C" w:rsidRDefault="00C3087C" w:rsidP="00C3087C">
            <w:r w:rsidRPr="00C3087C">
              <w:t xml:space="preserve">3.1 Clean and maintain equipment </w:t>
            </w:r>
            <w:r w:rsidR="00210ED8">
              <w:t>according to hygiene and biosecurity procedures</w:t>
            </w:r>
          </w:p>
          <w:p w14:paraId="1FFD6AC1" w14:textId="5A923A86" w:rsidR="00C3087C" w:rsidRPr="00C3087C" w:rsidRDefault="00C3087C" w:rsidP="00C3087C">
            <w:r w:rsidRPr="00C3087C">
              <w:t xml:space="preserve">3.2 Dispose of waste </w:t>
            </w:r>
            <w:r w:rsidR="00210ED8">
              <w:t>according to workplace, biosecurity and environmental procedures</w:t>
            </w:r>
          </w:p>
          <w:p w14:paraId="7C104250" w14:textId="6D27F59B" w:rsidR="00C3087C" w:rsidRPr="00C3087C" w:rsidRDefault="00C3087C" w:rsidP="00655870">
            <w:r w:rsidRPr="00C3087C">
              <w:t>3.</w:t>
            </w:r>
            <w:r w:rsidR="00210ED8">
              <w:t>3</w:t>
            </w:r>
            <w:r w:rsidRPr="00C3087C">
              <w:t xml:space="preserve"> Complete records and documentation </w:t>
            </w:r>
            <w:r w:rsidR="00210ED8">
              <w:t>according to workplace procedures</w:t>
            </w:r>
          </w:p>
        </w:tc>
      </w:tr>
      <w:tr w:rsidR="00C3087C" w:rsidRPr="00963A46" w14:paraId="27F97B6A" w14:textId="77777777" w:rsidTr="00CA2922">
        <w:trPr>
          <w:cantSplit/>
        </w:trPr>
        <w:tc>
          <w:tcPr>
            <w:tcW w:w="1396" w:type="pct"/>
            <w:shd w:val="clear" w:color="auto" w:fill="auto"/>
          </w:tcPr>
          <w:p w14:paraId="207D2289" w14:textId="6F4CCD0F" w:rsidR="00C3087C" w:rsidRPr="00C3087C" w:rsidRDefault="00C3087C" w:rsidP="00C3087C">
            <w:pPr>
              <w:pStyle w:val="SIText"/>
            </w:pPr>
            <w:r w:rsidRPr="00C3087C">
              <w:lastRenderedPageBreak/>
              <w:t>4. Implement grazing strategies</w:t>
            </w:r>
          </w:p>
        </w:tc>
        <w:tc>
          <w:tcPr>
            <w:tcW w:w="3604" w:type="pct"/>
            <w:shd w:val="clear" w:color="auto" w:fill="auto"/>
          </w:tcPr>
          <w:p w14:paraId="3C3CB597" w14:textId="31062E53" w:rsidR="00C3087C" w:rsidRPr="00C3087C" w:rsidRDefault="00C3087C" w:rsidP="00C3087C">
            <w:r w:rsidRPr="00C3087C">
              <w:t>4.1 Contribute to pest management program using livestock to conduct stubble and fallow weed control</w:t>
            </w:r>
          </w:p>
          <w:p w14:paraId="000F2751" w14:textId="552BF919" w:rsidR="00C3087C" w:rsidRPr="00C3087C" w:rsidRDefault="00C3087C" w:rsidP="00C3087C">
            <w:r w:rsidRPr="00C3087C">
              <w:t>4.2 Implement grazing program to maintain pasture and crop production for grazing</w:t>
            </w:r>
          </w:p>
          <w:p w14:paraId="7BA299F6" w14:textId="60641083" w:rsidR="00C3087C" w:rsidRPr="00C3087C" w:rsidRDefault="00C3087C" w:rsidP="00C3087C">
            <w:r w:rsidRPr="00C3087C">
              <w:t>4.3 Respond to changes in quantity and quality of available pasture and crop with appropriate grazing management</w:t>
            </w:r>
          </w:p>
        </w:tc>
      </w:tr>
    </w:tbl>
    <w:p w14:paraId="51A6ACE5" w14:textId="77777777" w:rsidR="005F771F" w:rsidRDefault="005F771F" w:rsidP="005F771F">
      <w:pPr>
        <w:pStyle w:val="SIText"/>
      </w:pPr>
    </w:p>
    <w:p w14:paraId="0243B725" w14:textId="130010D9" w:rsidR="005F771F" w:rsidRPr="000754EC" w:rsidRDefault="005F771F" w:rsidP="000754EC"/>
    <w:p w14:paraId="7AD5B3C5"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B4E1CCE" w14:textId="77777777" w:rsidTr="00CA2922">
        <w:trPr>
          <w:tblHeader/>
        </w:trPr>
        <w:tc>
          <w:tcPr>
            <w:tcW w:w="5000" w:type="pct"/>
            <w:gridSpan w:val="2"/>
          </w:tcPr>
          <w:p w14:paraId="735E88A6" w14:textId="77777777" w:rsidR="00F1480E" w:rsidRPr="000754EC" w:rsidRDefault="00FD557D" w:rsidP="000754EC">
            <w:pPr>
              <w:pStyle w:val="SIHeading2"/>
            </w:pPr>
            <w:r w:rsidRPr="00041E59">
              <w:t>F</w:t>
            </w:r>
            <w:r w:rsidRPr="000754EC">
              <w:t>oundation Skills</w:t>
            </w:r>
          </w:p>
          <w:p w14:paraId="0CAD316F" w14:textId="2AA4281D"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D07C120" w14:textId="77777777" w:rsidTr="00CA2922">
        <w:trPr>
          <w:tblHeader/>
        </w:trPr>
        <w:tc>
          <w:tcPr>
            <w:tcW w:w="1396" w:type="pct"/>
          </w:tcPr>
          <w:p w14:paraId="2EB3EE7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7D121B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833F7B" w:rsidRPr="00EF1DF7" w:rsidDel="00423CB2" w14:paraId="1CF24FD6" w14:textId="77777777" w:rsidTr="00CA2922">
        <w:tc>
          <w:tcPr>
            <w:tcW w:w="1396" w:type="pct"/>
          </w:tcPr>
          <w:p w14:paraId="6D88B952" w14:textId="76A39F2C" w:rsidR="00833F7B" w:rsidRPr="00494B34" w:rsidRDefault="00833F7B" w:rsidP="00494B34">
            <w:pPr>
              <w:pStyle w:val="SIText"/>
            </w:pPr>
            <w:r w:rsidRPr="00494B34">
              <w:t>Reading</w:t>
            </w:r>
          </w:p>
        </w:tc>
        <w:tc>
          <w:tcPr>
            <w:tcW w:w="3604" w:type="pct"/>
          </w:tcPr>
          <w:p w14:paraId="1B7CC730" w14:textId="5E8213FE" w:rsidR="00833F7B" w:rsidRPr="00494B34" w:rsidRDefault="007F2CC4" w:rsidP="00494B34">
            <w:pPr>
              <w:pStyle w:val="SIBulletList1"/>
            </w:pPr>
            <w:r w:rsidRPr="00494B34">
              <w:t xml:space="preserve">Interpret work plans and strategies to elicit </w:t>
            </w:r>
            <w:r w:rsidR="002141C3">
              <w:t>maintenance tasks</w:t>
            </w:r>
            <w:r w:rsidRPr="00494B34">
              <w:t xml:space="preserve"> and activities</w:t>
            </w:r>
            <w:r w:rsidR="002141C3">
              <w:t xml:space="preserve"> for pasture and crops</w:t>
            </w:r>
          </w:p>
        </w:tc>
      </w:tr>
      <w:tr w:rsidR="00833F7B" w:rsidRPr="00EF1DF7" w:rsidDel="00423CB2" w14:paraId="0E50E618" w14:textId="77777777" w:rsidTr="00CA2922">
        <w:tc>
          <w:tcPr>
            <w:tcW w:w="1396" w:type="pct"/>
          </w:tcPr>
          <w:p w14:paraId="1A7E05D0" w14:textId="6C43CCFA" w:rsidR="00833F7B" w:rsidRPr="00494B34" w:rsidRDefault="005F7F39" w:rsidP="00494B34">
            <w:pPr>
              <w:pStyle w:val="SIText"/>
            </w:pPr>
            <w:r w:rsidRPr="00494B34">
              <w:t>Numeracy</w:t>
            </w:r>
          </w:p>
        </w:tc>
        <w:tc>
          <w:tcPr>
            <w:tcW w:w="3604" w:type="pct"/>
          </w:tcPr>
          <w:p w14:paraId="6FB1AD43" w14:textId="66ECE83D" w:rsidR="00833F7B" w:rsidRPr="00494B34" w:rsidRDefault="007F2CC4" w:rsidP="00494B34">
            <w:pPr>
              <w:pStyle w:val="SIBulletList1"/>
              <w:rPr>
                <w:rFonts w:eastAsia="Calibri"/>
              </w:rPr>
            </w:pPr>
            <w:r w:rsidRPr="00494B34">
              <w:t>Calculate rates of application crop treatments and fertilisers, and calibrate equipment and machinery to deliver specified rates</w:t>
            </w:r>
          </w:p>
        </w:tc>
      </w:tr>
    </w:tbl>
    <w:p w14:paraId="4F6C3638" w14:textId="77777777" w:rsidR="00916CD7" w:rsidRDefault="00916CD7" w:rsidP="005F771F">
      <w:pPr>
        <w:pStyle w:val="SIText"/>
      </w:pPr>
    </w:p>
    <w:p w14:paraId="246076E7"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16CF4E1" w14:textId="77777777" w:rsidTr="00F33FF2">
        <w:tc>
          <w:tcPr>
            <w:tcW w:w="5000" w:type="pct"/>
            <w:gridSpan w:val="4"/>
          </w:tcPr>
          <w:p w14:paraId="11BF42A8" w14:textId="77777777" w:rsidR="00F1480E" w:rsidRPr="000754EC" w:rsidRDefault="00FD557D" w:rsidP="000754EC">
            <w:pPr>
              <w:pStyle w:val="SIHeading2"/>
            </w:pPr>
            <w:r w:rsidRPr="00923720">
              <w:t>U</w:t>
            </w:r>
            <w:r w:rsidRPr="000754EC">
              <w:t>nit Mapping Information</w:t>
            </w:r>
          </w:p>
        </w:tc>
      </w:tr>
      <w:tr w:rsidR="00F1480E" w14:paraId="5773A097" w14:textId="77777777" w:rsidTr="00F33FF2">
        <w:tc>
          <w:tcPr>
            <w:tcW w:w="1028" w:type="pct"/>
          </w:tcPr>
          <w:p w14:paraId="7BFB515F" w14:textId="77777777" w:rsidR="00F1480E" w:rsidRPr="000754EC" w:rsidRDefault="00F1480E" w:rsidP="000754EC">
            <w:pPr>
              <w:pStyle w:val="SIText-Bold"/>
            </w:pPr>
            <w:r w:rsidRPr="00923720">
              <w:t>Code and title current version</w:t>
            </w:r>
          </w:p>
        </w:tc>
        <w:tc>
          <w:tcPr>
            <w:tcW w:w="1105" w:type="pct"/>
          </w:tcPr>
          <w:p w14:paraId="736DB09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21D1754" w14:textId="77777777" w:rsidR="00F1480E" w:rsidRPr="000754EC" w:rsidRDefault="00F1480E" w:rsidP="000754EC">
            <w:pPr>
              <w:pStyle w:val="SIText-Bold"/>
            </w:pPr>
            <w:r w:rsidRPr="00923720">
              <w:t>Comments</w:t>
            </w:r>
          </w:p>
        </w:tc>
        <w:tc>
          <w:tcPr>
            <w:tcW w:w="1616" w:type="pct"/>
          </w:tcPr>
          <w:p w14:paraId="4114D672" w14:textId="77777777" w:rsidR="00F1480E" w:rsidRPr="000754EC" w:rsidRDefault="00F1480E" w:rsidP="000754EC">
            <w:pPr>
              <w:pStyle w:val="SIText-Bold"/>
            </w:pPr>
            <w:r w:rsidRPr="00923720">
              <w:t>Equivalence status</w:t>
            </w:r>
          </w:p>
        </w:tc>
      </w:tr>
      <w:tr w:rsidR="00DA54B5" w:rsidRPr="007F2CC4" w14:paraId="7EFB7203" w14:textId="77777777" w:rsidTr="00F33FF2">
        <w:tc>
          <w:tcPr>
            <w:tcW w:w="1028" w:type="pct"/>
          </w:tcPr>
          <w:p w14:paraId="0A50B258" w14:textId="77777777" w:rsidR="00DA54B5" w:rsidRPr="007F2CC4" w:rsidRDefault="00833F7B" w:rsidP="007F2CC4">
            <w:pPr>
              <w:pStyle w:val="SIText"/>
            </w:pPr>
            <w:r w:rsidRPr="007F2CC4">
              <w:t>AHCBAC310 Maintain pastures and crops for livestock production</w:t>
            </w:r>
          </w:p>
          <w:p w14:paraId="6B803FA7" w14:textId="445F32B5" w:rsidR="00833F7B" w:rsidRPr="007F2CC4" w:rsidRDefault="00833F7B" w:rsidP="007F2CC4">
            <w:pPr>
              <w:pStyle w:val="SIText"/>
            </w:pPr>
            <w:r w:rsidRPr="007F2CC4">
              <w:t>Release 2</w:t>
            </w:r>
          </w:p>
        </w:tc>
        <w:tc>
          <w:tcPr>
            <w:tcW w:w="1105" w:type="pct"/>
          </w:tcPr>
          <w:p w14:paraId="1E397043" w14:textId="77777777" w:rsidR="00DA54B5" w:rsidRPr="007F2CC4" w:rsidRDefault="00833F7B" w:rsidP="007F2CC4">
            <w:pPr>
              <w:pStyle w:val="SIText"/>
            </w:pPr>
            <w:r w:rsidRPr="00655870">
              <w:t xml:space="preserve">AHCBAC310 Maintain </w:t>
            </w:r>
            <w:r w:rsidRPr="007F2CC4">
              <w:t>pastures and crops for livestock production</w:t>
            </w:r>
          </w:p>
          <w:p w14:paraId="3216D365" w14:textId="0798C1D5" w:rsidR="00833F7B" w:rsidRPr="007F2CC4" w:rsidRDefault="00833F7B" w:rsidP="00655870">
            <w:pPr>
              <w:pStyle w:val="SIText"/>
            </w:pPr>
            <w:r w:rsidRPr="007F2CC4">
              <w:t>Release 1</w:t>
            </w:r>
          </w:p>
        </w:tc>
        <w:tc>
          <w:tcPr>
            <w:tcW w:w="1251" w:type="pct"/>
          </w:tcPr>
          <w:p w14:paraId="30B8888F" w14:textId="21C1BFEE" w:rsidR="00DA54B5" w:rsidRPr="007F2CC4" w:rsidRDefault="007F2CC4">
            <w:pPr>
              <w:pStyle w:val="SIText"/>
            </w:pPr>
            <w:r w:rsidRPr="007F2CC4">
              <w:t>Changes to Application. Changes to sequencing and editing of Performance Criteria. Added Foundation Skills. Updated Performance Evidence, Knowledge Evidence and Assessment Conditions</w:t>
            </w:r>
          </w:p>
        </w:tc>
        <w:tc>
          <w:tcPr>
            <w:tcW w:w="1616" w:type="pct"/>
          </w:tcPr>
          <w:p w14:paraId="325B98A3" w14:textId="3750763D" w:rsidR="00DA54B5" w:rsidRPr="007F2CC4" w:rsidRDefault="007F2CC4">
            <w:pPr>
              <w:pStyle w:val="SIText"/>
            </w:pPr>
            <w:r>
              <w:t>Equivalent</w:t>
            </w:r>
          </w:p>
        </w:tc>
      </w:tr>
    </w:tbl>
    <w:p w14:paraId="50418B5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2168E5" w14:textId="77777777" w:rsidTr="00CA2922">
        <w:tc>
          <w:tcPr>
            <w:tcW w:w="1396" w:type="pct"/>
            <w:shd w:val="clear" w:color="auto" w:fill="auto"/>
          </w:tcPr>
          <w:p w14:paraId="7D8B455E" w14:textId="77777777" w:rsidR="00F1480E" w:rsidRPr="000754EC" w:rsidRDefault="00FD557D" w:rsidP="000754EC">
            <w:pPr>
              <w:pStyle w:val="SIHeading2"/>
            </w:pPr>
            <w:r w:rsidRPr="00CC451E">
              <w:t>L</w:t>
            </w:r>
            <w:r w:rsidRPr="000754EC">
              <w:t>inks</w:t>
            </w:r>
          </w:p>
        </w:tc>
        <w:tc>
          <w:tcPr>
            <w:tcW w:w="3604" w:type="pct"/>
            <w:shd w:val="clear" w:color="auto" w:fill="auto"/>
          </w:tcPr>
          <w:p w14:paraId="5A4884F4" w14:textId="285DFC68" w:rsidR="00F1480E" w:rsidRPr="000754EC" w:rsidRDefault="00520E9A" w:rsidP="00E40225">
            <w:pPr>
              <w:pStyle w:val="SIText"/>
            </w:pPr>
            <w:r>
              <w:t xml:space="preserve">Companion Volumes, including Implementation </w:t>
            </w:r>
            <w:r w:rsidR="00346FDC">
              <w:t>Guides, are available at VETNet:</w:t>
            </w:r>
            <w:r w:rsidR="00E933B0">
              <w:t xml:space="preserve"> </w:t>
            </w:r>
            <w:hyperlink r:id="rId11" w:tgtFrame="_blank" w:history="1">
              <w:r w:rsidR="00E933B0" w:rsidRPr="00E933B0">
                <w:t>https://vetnet.gov.au/Pages/TrainingDocs.aspx?q=c6399549-9c62-4a5e-bf1a-524b2322cf72</w:t>
              </w:r>
            </w:hyperlink>
            <w:r w:rsidR="00E933B0">
              <w:t xml:space="preserve"> </w:t>
            </w:r>
          </w:p>
        </w:tc>
      </w:tr>
    </w:tbl>
    <w:p w14:paraId="3BC1F461" w14:textId="77777777" w:rsidR="00F1480E" w:rsidRDefault="00F1480E" w:rsidP="005F771F">
      <w:pPr>
        <w:pStyle w:val="SIText"/>
      </w:pPr>
    </w:p>
    <w:p w14:paraId="1AC9094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EC314E0" w14:textId="77777777" w:rsidTr="00113678">
        <w:trPr>
          <w:tblHeader/>
        </w:trPr>
        <w:tc>
          <w:tcPr>
            <w:tcW w:w="1478" w:type="pct"/>
            <w:shd w:val="clear" w:color="auto" w:fill="auto"/>
          </w:tcPr>
          <w:p w14:paraId="2D74B83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1CADE67" w14:textId="1F7361C9" w:rsidR="00556C4C" w:rsidRPr="000754EC" w:rsidRDefault="00556C4C" w:rsidP="000754EC">
            <w:pPr>
              <w:pStyle w:val="SIUnittitle"/>
            </w:pPr>
            <w:r w:rsidRPr="00F56827">
              <w:t xml:space="preserve">Assessment requirements for </w:t>
            </w:r>
            <w:r w:rsidR="00C3087C" w:rsidRPr="00C3087C">
              <w:t>AHCBAC310 Maintain pastures and crops for livestock production</w:t>
            </w:r>
          </w:p>
        </w:tc>
      </w:tr>
      <w:tr w:rsidR="00556C4C" w:rsidRPr="00A55106" w14:paraId="61DAA6AD" w14:textId="77777777" w:rsidTr="00113678">
        <w:trPr>
          <w:tblHeader/>
        </w:trPr>
        <w:tc>
          <w:tcPr>
            <w:tcW w:w="5000" w:type="pct"/>
            <w:gridSpan w:val="2"/>
            <w:shd w:val="clear" w:color="auto" w:fill="auto"/>
          </w:tcPr>
          <w:p w14:paraId="6D0487CD" w14:textId="77777777" w:rsidR="00556C4C" w:rsidRPr="000754EC" w:rsidRDefault="00D71E43" w:rsidP="000754EC">
            <w:pPr>
              <w:pStyle w:val="SIHeading2"/>
            </w:pPr>
            <w:r>
              <w:t>Performance E</w:t>
            </w:r>
            <w:r w:rsidRPr="000754EC">
              <w:t>vidence</w:t>
            </w:r>
          </w:p>
        </w:tc>
      </w:tr>
      <w:tr w:rsidR="00556C4C" w:rsidRPr="00067E1C" w14:paraId="35611450" w14:textId="77777777" w:rsidTr="00113678">
        <w:tc>
          <w:tcPr>
            <w:tcW w:w="5000" w:type="pct"/>
            <w:gridSpan w:val="2"/>
            <w:shd w:val="clear" w:color="auto" w:fill="auto"/>
          </w:tcPr>
          <w:p w14:paraId="6C52247C" w14:textId="77777777" w:rsidR="00DA54B5" w:rsidRPr="00655870" w:rsidRDefault="00DA54B5">
            <w:pPr>
              <w:pStyle w:val="SIText"/>
              <w:rPr>
                <w:rStyle w:val="SITemporaryText-red"/>
                <w:color w:val="auto"/>
                <w:sz w:val="20"/>
              </w:rPr>
            </w:pPr>
            <w:r w:rsidRPr="001E0301">
              <w:rPr>
                <w:rStyle w:val="SITemporaryText-red"/>
                <w:color w:val="auto"/>
                <w:sz w:val="20"/>
              </w:rPr>
              <w:t xml:space="preserve">An individual demonstrating competency must satisfy all of the elements and performance criteria in this unit. </w:t>
            </w:r>
          </w:p>
          <w:p w14:paraId="2F01AF20" w14:textId="0DF44426" w:rsidR="00C3087C" w:rsidRPr="00C3087C" w:rsidRDefault="006E1CF8" w:rsidP="00C3087C">
            <w:r>
              <w:t xml:space="preserve">There must be evidence that the individual has </w:t>
            </w:r>
            <w:r w:rsidR="007F2CC4">
              <w:t xml:space="preserve">on </w:t>
            </w:r>
            <w:commentRangeStart w:id="0"/>
            <w:r w:rsidR="007F2CC4" w:rsidRPr="00655870">
              <w:rPr>
                <w:rStyle w:val="SITemporaryText-red"/>
              </w:rPr>
              <w:t xml:space="preserve">at least one occasion </w:t>
            </w:r>
            <w:commentRangeEnd w:id="0"/>
            <w:r w:rsidR="00F2708B">
              <w:commentReference w:id="0"/>
            </w:r>
            <w:r w:rsidR="007F2CC4">
              <w:t>maintained and pasture or crop for livestock production and has:</w:t>
            </w:r>
          </w:p>
          <w:p w14:paraId="6EA83C48" w14:textId="74B75678" w:rsidR="00C3087C" w:rsidRDefault="00C3087C" w:rsidP="00C3087C">
            <w:pPr>
              <w:pStyle w:val="SIBulletList1"/>
            </w:pPr>
            <w:r w:rsidRPr="00C3087C">
              <w:t>detect</w:t>
            </w:r>
            <w:r w:rsidR="00F2708B">
              <w:t>ed</w:t>
            </w:r>
            <w:r w:rsidRPr="00C3087C">
              <w:t xml:space="preserve"> differences and variations in pasture and crop growth</w:t>
            </w:r>
            <w:r w:rsidR="008F038D">
              <w:t xml:space="preserve"> including:</w:t>
            </w:r>
          </w:p>
          <w:p w14:paraId="0EC1D414" w14:textId="77777777" w:rsidR="008F038D" w:rsidRDefault="008F038D" w:rsidP="00655870">
            <w:pPr>
              <w:pStyle w:val="SIBulletList2"/>
            </w:pPr>
            <w:r w:rsidRPr="00C3087C">
              <w:t>crop growth</w:t>
            </w:r>
          </w:p>
          <w:p w14:paraId="76A2760C" w14:textId="77777777" w:rsidR="008F038D" w:rsidRDefault="008F038D" w:rsidP="00655870">
            <w:pPr>
              <w:pStyle w:val="SIBulletList2"/>
            </w:pPr>
            <w:r w:rsidRPr="00C3087C">
              <w:t>nutrient status</w:t>
            </w:r>
          </w:p>
          <w:p w14:paraId="44CF8F0D" w14:textId="4CBC79E8" w:rsidR="008F038D" w:rsidRDefault="008F038D" w:rsidP="00655870">
            <w:pPr>
              <w:pStyle w:val="SIBulletList2"/>
            </w:pPr>
            <w:r w:rsidRPr="00C3087C">
              <w:t>health</w:t>
            </w:r>
            <w:r>
              <w:t xml:space="preserve"> and condition</w:t>
            </w:r>
          </w:p>
          <w:p w14:paraId="2AD284F2" w14:textId="3B4CA4F9" w:rsidR="008F038D" w:rsidRPr="00C3087C" w:rsidRDefault="008F038D" w:rsidP="00655870">
            <w:pPr>
              <w:pStyle w:val="SIBulletList2"/>
            </w:pPr>
            <w:r>
              <w:t>presence of pest and/or diseases</w:t>
            </w:r>
          </w:p>
          <w:p w14:paraId="471D984E" w14:textId="4A32191E" w:rsidR="00C3087C" w:rsidRPr="00C3087C" w:rsidRDefault="00C3087C" w:rsidP="00C3087C">
            <w:pPr>
              <w:pStyle w:val="SIBulletList1"/>
            </w:pPr>
            <w:r w:rsidRPr="00C3087C">
              <w:t>report</w:t>
            </w:r>
            <w:r w:rsidR="00F2708B">
              <w:t>ed variance to crop/pasture</w:t>
            </w:r>
            <w:r w:rsidRPr="00C3087C">
              <w:t xml:space="preserve"> to the supervisor</w:t>
            </w:r>
          </w:p>
          <w:p w14:paraId="5568D5CE" w14:textId="7EFA6FC2" w:rsidR="00C3087C" w:rsidRPr="00C3087C" w:rsidRDefault="00C3087C" w:rsidP="00C3087C">
            <w:pPr>
              <w:pStyle w:val="SIBulletList1"/>
            </w:pPr>
            <w:r w:rsidRPr="00C3087C">
              <w:t>observe</w:t>
            </w:r>
            <w:r w:rsidR="00F2708B">
              <w:t>d</w:t>
            </w:r>
            <w:r w:rsidRPr="00C3087C">
              <w:t xml:space="preserve"> and report</w:t>
            </w:r>
            <w:r w:rsidR="00F2708B">
              <w:t>ed</w:t>
            </w:r>
            <w:r w:rsidRPr="00C3087C">
              <w:t xml:space="preserve"> health, nutrition and growth of the pasture and crop</w:t>
            </w:r>
          </w:p>
          <w:p w14:paraId="31DF2823" w14:textId="499FC3A9" w:rsidR="00C3087C" w:rsidRPr="00C3087C" w:rsidRDefault="00C3087C" w:rsidP="00C3087C">
            <w:pPr>
              <w:pStyle w:val="SIBulletList1"/>
            </w:pPr>
            <w:r w:rsidRPr="00C3087C">
              <w:t>monitor</w:t>
            </w:r>
            <w:r w:rsidR="00F2708B">
              <w:t>ed</w:t>
            </w:r>
            <w:r w:rsidRPr="00C3087C">
              <w:t xml:space="preserve"> pests and disease in pastures and crops</w:t>
            </w:r>
          </w:p>
          <w:p w14:paraId="59139A8F" w14:textId="11220177" w:rsidR="00C3087C" w:rsidRPr="00C3087C" w:rsidRDefault="00C3087C" w:rsidP="00C3087C">
            <w:pPr>
              <w:pStyle w:val="SIBulletList1"/>
            </w:pPr>
            <w:r w:rsidRPr="00C3087C">
              <w:t>assess</w:t>
            </w:r>
            <w:r w:rsidR="00F2708B">
              <w:t>ed</w:t>
            </w:r>
            <w:r w:rsidRPr="00C3087C">
              <w:t xml:space="preserve"> pastures and crop maturity</w:t>
            </w:r>
          </w:p>
          <w:p w14:paraId="601D439A" w14:textId="1EA35DA4" w:rsidR="00C3087C" w:rsidRPr="00C3087C" w:rsidRDefault="00C3087C" w:rsidP="00C3087C">
            <w:pPr>
              <w:pStyle w:val="SIBulletList1"/>
            </w:pPr>
            <w:r w:rsidRPr="00C3087C">
              <w:t>appl</w:t>
            </w:r>
            <w:r w:rsidR="00F2708B">
              <w:t>ied</w:t>
            </w:r>
            <w:r w:rsidRPr="00C3087C">
              <w:t xml:space="preserve"> </w:t>
            </w:r>
            <w:r w:rsidR="00F2708B">
              <w:t>treatments</w:t>
            </w:r>
            <w:r w:rsidR="00F2708B" w:rsidRPr="00C3087C">
              <w:t xml:space="preserve"> </w:t>
            </w:r>
            <w:r w:rsidRPr="00C3087C">
              <w:t xml:space="preserve">and fertilizers </w:t>
            </w:r>
            <w:r w:rsidR="00F2708B">
              <w:t>according to plan</w:t>
            </w:r>
          </w:p>
          <w:p w14:paraId="779E96BC" w14:textId="1F9C752A" w:rsidR="00136EBD" w:rsidRPr="00C3087C" w:rsidRDefault="00C3087C" w:rsidP="002456BD">
            <w:pPr>
              <w:pStyle w:val="SIBulletList1"/>
            </w:pPr>
            <w:r w:rsidRPr="00C3087C">
              <w:t>measure</w:t>
            </w:r>
            <w:r w:rsidR="00F2708B">
              <w:t>d and assessed</w:t>
            </w:r>
            <w:r w:rsidRPr="00C3087C">
              <w:t xml:space="preserve"> soil moisture and relate</w:t>
            </w:r>
            <w:r w:rsidR="00F2708B">
              <w:t>d</w:t>
            </w:r>
            <w:r w:rsidRPr="00C3087C">
              <w:t xml:space="preserve"> data to crop requirements</w:t>
            </w:r>
            <w:r w:rsidR="00F2708B">
              <w:t xml:space="preserve"> using </w:t>
            </w:r>
            <w:r w:rsidR="00136EBD" w:rsidRPr="00C3087C">
              <w:t>soil probe or other measuring tools</w:t>
            </w:r>
          </w:p>
          <w:p w14:paraId="5E2F3E27" w14:textId="7C4C11D9" w:rsidR="00C3087C" w:rsidRPr="00C3087C" w:rsidRDefault="00C3087C" w:rsidP="00C3087C">
            <w:pPr>
              <w:pStyle w:val="SIBulletList1"/>
            </w:pPr>
            <w:r w:rsidRPr="00C3087C">
              <w:t>appl</w:t>
            </w:r>
            <w:r w:rsidR="00F2708B">
              <w:t>ied</w:t>
            </w:r>
            <w:r w:rsidRPr="00C3087C">
              <w:t xml:space="preserve"> technology to ensure most efficient performance of operations</w:t>
            </w:r>
          </w:p>
          <w:p w14:paraId="7D2912FF" w14:textId="77777777" w:rsidR="00F2708B" w:rsidRDefault="00F2708B" w:rsidP="00C3087C">
            <w:pPr>
              <w:pStyle w:val="SIBulletList1"/>
            </w:pPr>
            <w:r>
              <w:t>implemented grazing strategy including:</w:t>
            </w:r>
          </w:p>
          <w:p w14:paraId="5570371B" w14:textId="0D55B7A8" w:rsidR="00C3087C" w:rsidRPr="00C3087C" w:rsidRDefault="00C3087C" w:rsidP="00655870">
            <w:pPr>
              <w:pStyle w:val="SIBulletList2"/>
            </w:pPr>
            <w:r w:rsidRPr="00C3087C">
              <w:t>monitor</w:t>
            </w:r>
            <w:r w:rsidR="00F2708B">
              <w:t>ed</w:t>
            </w:r>
            <w:r w:rsidRPr="00C3087C">
              <w:t xml:space="preserve"> productivity and feed intake of grazing livestock</w:t>
            </w:r>
          </w:p>
          <w:p w14:paraId="4CFEF7F3" w14:textId="2C736B65" w:rsidR="00C3087C" w:rsidRDefault="00C3087C" w:rsidP="00655870">
            <w:pPr>
              <w:pStyle w:val="SIBulletList2"/>
            </w:pPr>
            <w:r w:rsidRPr="00C3087C">
              <w:t>assess</w:t>
            </w:r>
            <w:r w:rsidR="00F2708B">
              <w:t>ed</w:t>
            </w:r>
            <w:r w:rsidRPr="00C3087C">
              <w:t xml:space="preserve"> impact of grazing on pasture and crop productivity</w:t>
            </w:r>
          </w:p>
          <w:p w14:paraId="1A7A7F45" w14:textId="5A28EF39" w:rsidR="00F2708B" w:rsidRPr="00C3087C" w:rsidRDefault="00F2708B" w:rsidP="00655870">
            <w:pPr>
              <w:pStyle w:val="SIBulletList2"/>
            </w:pPr>
            <w:r>
              <w:t xml:space="preserve">managed weed growth </w:t>
            </w:r>
          </w:p>
          <w:p w14:paraId="3F4E2EAA" w14:textId="13440021" w:rsidR="00556C4C" w:rsidRPr="000754EC" w:rsidRDefault="00C3087C" w:rsidP="00655870">
            <w:pPr>
              <w:pStyle w:val="SIBulletList1"/>
            </w:pPr>
            <w:r w:rsidRPr="00C3087C">
              <w:t>follow</w:t>
            </w:r>
            <w:r w:rsidR="00F2708B">
              <w:t>ed</w:t>
            </w:r>
            <w:r w:rsidRPr="00C3087C">
              <w:t xml:space="preserve"> work</w:t>
            </w:r>
            <w:r w:rsidR="00F2708B">
              <w:t>place</w:t>
            </w:r>
            <w:r w:rsidRPr="00C3087C">
              <w:t xml:space="preserve"> health and safety</w:t>
            </w:r>
            <w:r w:rsidR="00F2708B">
              <w:t xml:space="preserve">, </w:t>
            </w:r>
            <w:r w:rsidRPr="00C3087C">
              <w:t>animal welfar</w:t>
            </w:r>
            <w:r w:rsidR="00F2708B">
              <w:t>e, biosecurity and environmental</w:t>
            </w:r>
            <w:r w:rsidRPr="00C3087C">
              <w:t xml:space="preserve"> policies and procedures.</w:t>
            </w:r>
          </w:p>
        </w:tc>
      </w:tr>
    </w:tbl>
    <w:p w14:paraId="685511C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4DC096" w14:textId="77777777" w:rsidTr="00CA2922">
        <w:trPr>
          <w:tblHeader/>
        </w:trPr>
        <w:tc>
          <w:tcPr>
            <w:tcW w:w="5000" w:type="pct"/>
            <w:shd w:val="clear" w:color="auto" w:fill="auto"/>
          </w:tcPr>
          <w:p w14:paraId="2297315F" w14:textId="77777777" w:rsidR="00F1480E" w:rsidRPr="000754EC" w:rsidRDefault="00D71E43" w:rsidP="000754EC">
            <w:pPr>
              <w:pStyle w:val="SIHeading2"/>
            </w:pPr>
            <w:r w:rsidRPr="002C55E9">
              <w:t>K</w:t>
            </w:r>
            <w:r w:rsidRPr="000754EC">
              <w:t>nowledge Evidence</w:t>
            </w:r>
          </w:p>
        </w:tc>
      </w:tr>
      <w:tr w:rsidR="00F1480E" w:rsidRPr="00067E1C" w14:paraId="114D145F" w14:textId="77777777" w:rsidTr="00CA2922">
        <w:tc>
          <w:tcPr>
            <w:tcW w:w="5000" w:type="pct"/>
            <w:shd w:val="clear" w:color="auto" w:fill="auto"/>
          </w:tcPr>
          <w:p w14:paraId="58E6D961" w14:textId="4D145825" w:rsidR="00C3087C" w:rsidRPr="00C3087C" w:rsidRDefault="00CF3CB6" w:rsidP="00C3087C">
            <w:r>
              <w:t>An individual must be able to demonstrate the knowledge required to perform the tasks outlined in the elements and performance criteria of this unit. This includes knowledge of:</w:t>
            </w:r>
          </w:p>
          <w:p w14:paraId="6A68FCB8" w14:textId="2DAC1D82" w:rsidR="0041502C" w:rsidRDefault="0041502C" w:rsidP="00C3087C">
            <w:pPr>
              <w:pStyle w:val="SIBulletList1"/>
            </w:pPr>
            <w:r>
              <w:t>operation and maintenance of pastures and forage crops, including:</w:t>
            </w:r>
          </w:p>
          <w:p w14:paraId="2B2E4BB6" w14:textId="77777777" w:rsidR="00C3087C" w:rsidRPr="00C3087C" w:rsidRDefault="00C3087C" w:rsidP="00655870">
            <w:pPr>
              <w:pStyle w:val="SIBulletList2"/>
            </w:pPr>
            <w:r w:rsidRPr="00C3087C">
              <w:t>potential hazards associated with the operation of basic tools, equipment and machinery</w:t>
            </w:r>
          </w:p>
          <w:p w14:paraId="2A1B470E" w14:textId="77777777" w:rsidR="00C3087C" w:rsidRPr="00C3087C" w:rsidRDefault="00C3087C" w:rsidP="00655870">
            <w:pPr>
              <w:pStyle w:val="SIBulletList2"/>
            </w:pPr>
            <w:r w:rsidRPr="00C3087C">
              <w:t>general machine maintenance procedures</w:t>
            </w:r>
          </w:p>
          <w:p w14:paraId="7381B7EE" w14:textId="77777777" w:rsidR="00C3087C" w:rsidRPr="00C3087C" w:rsidRDefault="00C3087C" w:rsidP="00655870">
            <w:pPr>
              <w:pStyle w:val="SIBulletList2"/>
            </w:pPr>
            <w:r w:rsidRPr="00C3087C">
              <w:t>machinery operating principles and safe operating methods</w:t>
            </w:r>
          </w:p>
          <w:p w14:paraId="527A091D" w14:textId="77777777" w:rsidR="00C3087C" w:rsidRPr="00C3087C" w:rsidRDefault="00C3087C" w:rsidP="00655870">
            <w:pPr>
              <w:pStyle w:val="SIBulletList2"/>
            </w:pPr>
            <w:r w:rsidRPr="00C3087C">
              <w:t>role of technology in improving efficiency</w:t>
            </w:r>
          </w:p>
          <w:p w14:paraId="37CE0A86" w14:textId="26D67C52" w:rsidR="0041502C" w:rsidRPr="0041502C" w:rsidRDefault="00C3087C" w:rsidP="00655870">
            <w:pPr>
              <w:pStyle w:val="SIBulletList1"/>
            </w:pPr>
            <w:r w:rsidRPr="00C3087C">
              <w:t>environmental impacts associated with the operation of machinery and equipment</w:t>
            </w:r>
            <w:r w:rsidR="0041502C">
              <w:t xml:space="preserve"> including principles of </w:t>
            </w:r>
            <w:r w:rsidR="0041502C" w:rsidRPr="0041502C">
              <w:t>controlled traffic farming (CTF)</w:t>
            </w:r>
          </w:p>
          <w:p w14:paraId="129AC8C1" w14:textId="64668C85" w:rsidR="00C3087C" w:rsidRPr="00C3087C" w:rsidRDefault="0041502C" w:rsidP="00C3087C">
            <w:pPr>
              <w:pStyle w:val="SIBulletList1"/>
            </w:pPr>
            <w:r>
              <w:t>workplace</w:t>
            </w:r>
            <w:r w:rsidR="00C3087C" w:rsidRPr="00C3087C">
              <w:t xml:space="preserve"> record</w:t>
            </w:r>
            <w:r>
              <w:t xml:space="preserve"> keeping </w:t>
            </w:r>
            <w:r w:rsidR="00C3087C" w:rsidRPr="00C3087C">
              <w:t>and reporting procedures</w:t>
            </w:r>
            <w:r>
              <w:t xml:space="preserve"> for pasture and forage crops</w:t>
            </w:r>
          </w:p>
          <w:p w14:paraId="1284292E" w14:textId="2B6A5574" w:rsidR="0041502C" w:rsidRDefault="0041502C" w:rsidP="00C3087C">
            <w:pPr>
              <w:pStyle w:val="SIBulletList1"/>
            </w:pPr>
            <w:r>
              <w:t>principles of growing pastures and forage crops, including:</w:t>
            </w:r>
          </w:p>
          <w:p w14:paraId="57143E72" w14:textId="77777777" w:rsidR="00C3087C" w:rsidRPr="00C3087C" w:rsidRDefault="00C3087C" w:rsidP="00655870">
            <w:pPr>
              <w:pStyle w:val="SIBulletList2"/>
            </w:pPr>
            <w:r w:rsidRPr="00C3087C">
              <w:t>symptoms of pasture and crop lacking health and vigour</w:t>
            </w:r>
          </w:p>
          <w:p w14:paraId="3EAC8D4E" w14:textId="77777777" w:rsidR="00C3087C" w:rsidRPr="00C3087C" w:rsidRDefault="00C3087C" w:rsidP="00655870">
            <w:pPr>
              <w:pStyle w:val="SIBulletList2"/>
            </w:pPr>
            <w:r w:rsidRPr="00C3087C">
              <w:t>signs of pest and disease infestation, moisture stress and nutrient deficiencies</w:t>
            </w:r>
          </w:p>
          <w:p w14:paraId="7CB5C6C5" w14:textId="77777777" w:rsidR="00C3087C" w:rsidRPr="00C3087C" w:rsidRDefault="00C3087C" w:rsidP="00C3087C">
            <w:pPr>
              <w:pStyle w:val="SIBulletList1"/>
            </w:pPr>
            <w:r w:rsidRPr="00C3087C">
              <w:t>hygiene requirements for equipment that comes into contact with the pastures and crops</w:t>
            </w:r>
          </w:p>
          <w:p w14:paraId="15362E7C" w14:textId="77777777" w:rsidR="0041502C" w:rsidRDefault="0041502C" w:rsidP="00C3087C">
            <w:pPr>
              <w:pStyle w:val="SIBulletList1"/>
            </w:pPr>
            <w:r>
              <w:t>pest control in pastures and crops, including:</w:t>
            </w:r>
          </w:p>
          <w:p w14:paraId="62540970" w14:textId="5AA2129A" w:rsidR="00E85A27" w:rsidRDefault="00C3087C" w:rsidP="00655870">
            <w:pPr>
              <w:pStyle w:val="SIBulletList2"/>
            </w:pPr>
            <w:r w:rsidRPr="00C3087C">
              <w:t>types and uses of herbicides, insecticides and other pesticides</w:t>
            </w:r>
          </w:p>
          <w:p w14:paraId="649760CF" w14:textId="72ED4E52" w:rsidR="00C3087C" w:rsidRDefault="00C3087C" w:rsidP="00655870">
            <w:pPr>
              <w:pStyle w:val="SIBulletList2"/>
            </w:pPr>
            <w:r w:rsidRPr="00C3087C">
              <w:t>pest control methods</w:t>
            </w:r>
            <w:r w:rsidR="0041502C">
              <w:t xml:space="preserve"> including, chemicals, </w:t>
            </w:r>
            <w:r w:rsidRPr="00C3087C">
              <w:t>non-chemical</w:t>
            </w:r>
            <w:r w:rsidR="0041502C">
              <w:t xml:space="preserve"> and cultural practices</w:t>
            </w:r>
          </w:p>
          <w:p w14:paraId="20D68FB6" w14:textId="74B3C452" w:rsidR="00E85A27" w:rsidRPr="00C3087C" w:rsidRDefault="00E72A37" w:rsidP="00655870">
            <w:pPr>
              <w:pStyle w:val="SIBulletList2"/>
            </w:pPr>
            <w:r>
              <w:t>i</w:t>
            </w:r>
            <w:r w:rsidR="00E85A27">
              <w:t>ntegrated pest management</w:t>
            </w:r>
            <w:r>
              <w:t xml:space="preserve"> (IPM)</w:t>
            </w:r>
          </w:p>
          <w:p w14:paraId="1E69DF1C" w14:textId="77777777" w:rsidR="00C3087C" w:rsidRPr="00C3087C" w:rsidRDefault="00C3087C" w:rsidP="00C3087C">
            <w:pPr>
              <w:pStyle w:val="SIBulletList1"/>
            </w:pPr>
            <w:r w:rsidRPr="00C3087C">
              <w:t>work health and safety and pesticides, legislation</w:t>
            </w:r>
          </w:p>
          <w:p w14:paraId="2C16C850" w14:textId="14E287F1" w:rsidR="00F7622B" w:rsidRDefault="00C3087C" w:rsidP="00C3087C">
            <w:pPr>
              <w:pStyle w:val="SIBulletList1"/>
            </w:pPr>
            <w:r w:rsidRPr="00C3087C">
              <w:t>livestock grazing habits</w:t>
            </w:r>
            <w:r w:rsidR="00210ED8">
              <w:t xml:space="preserve"> and strategies </w:t>
            </w:r>
            <w:r w:rsidR="00F7622B">
              <w:t>including:</w:t>
            </w:r>
          </w:p>
          <w:p w14:paraId="5EA0FCF4" w14:textId="6B29886F" w:rsidR="00C3087C" w:rsidRDefault="00210ED8" w:rsidP="00655870">
            <w:pPr>
              <w:pStyle w:val="SIBulletList2"/>
            </w:pPr>
            <w:r>
              <w:t>weed control</w:t>
            </w:r>
          </w:p>
          <w:p w14:paraId="33640223" w14:textId="7D833B6A" w:rsidR="00F7622B" w:rsidRDefault="00F7622B" w:rsidP="00655870">
            <w:pPr>
              <w:pStyle w:val="SIBulletList2"/>
            </w:pPr>
            <w:r>
              <w:t>pasture maintenance</w:t>
            </w:r>
          </w:p>
          <w:p w14:paraId="2F7F64BE" w14:textId="238A6103" w:rsidR="00E72A37" w:rsidRPr="00C3087C" w:rsidRDefault="00E72A37" w:rsidP="00655870">
            <w:pPr>
              <w:pStyle w:val="SIBulletList2"/>
            </w:pPr>
            <w:r>
              <w:t>health and welfare of livestock</w:t>
            </w:r>
          </w:p>
          <w:p w14:paraId="594042BC" w14:textId="1A1FAA25" w:rsidR="00F1480E" w:rsidRPr="000754EC" w:rsidRDefault="00E72A37" w:rsidP="00655870">
            <w:pPr>
              <w:pStyle w:val="SIBulletList1"/>
            </w:pPr>
            <w:r>
              <w:t xml:space="preserve">workplace animal welfare, </w:t>
            </w:r>
            <w:r w:rsidRPr="00E72A37">
              <w:t xml:space="preserve">environmental and biosecurity policies and </w:t>
            </w:r>
            <w:r>
              <w:t>procedures</w:t>
            </w:r>
            <w:r w:rsidR="00C3087C" w:rsidRPr="00C3087C">
              <w:t>.</w:t>
            </w:r>
          </w:p>
        </w:tc>
      </w:tr>
    </w:tbl>
    <w:p w14:paraId="55132D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1F2B09" w14:textId="77777777" w:rsidTr="00CA2922">
        <w:trPr>
          <w:tblHeader/>
        </w:trPr>
        <w:tc>
          <w:tcPr>
            <w:tcW w:w="5000" w:type="pct"/>
            <w:shd w:val="clear" w:color="auto" w:fill="auto"/>
          </w:tcPr>
          <w:p w14:paraId="5BC42DD5" w14:textId="77777777" w:rsidR="00F1480E" w:rsidRPr="000754EC" w:rsidRDefault="00D71E43" w:rsidP="000754EC">
            <w:pPr>
              <w:pStyle w:val="SIHeading2"/>
            </w:pPr>
            <w:r w:rsidRPr="002C55E9">
              <w:t>A</w:t>
            </w:r>
            <w:r w:rsidRPr="000754EC">
              <w:t>ssessment Conditions</w:t>
            </w:r>
          </w:p>
        </w:tc>
      </w:tr>
      <w:tr w:rsidR="00DA54B5" w:rsidRPr="00A55106" w14:paraId="4AECFB30" w14:textId="77777777" w:rsidTr="00CA2922">
        <w:tc>
          <w:tcPr>
            <w:tcW w:w="5000" w:type="pct"/>
            <w:shd w:val="clear" w:color="auto" w:fill="auto"/>
          </w:tcPr>
          <w:p w14:paraId="3A9952BA" w14:textId="60664DFF" w:rsidR="00DA54B5" w:rsidRDefault="00DA54B5" w:rsidP="00655870">
            <w:pPr>
              <w:pStyle w:val="SIText"/>
            </w:pPr>
            <w:r w:rsidRPr="00655870">
              <w:t xml:space="preserve">Assessment of the skills in this unit of competency must take place under the following conditions: </w:t>
            </w:r>
          </w:p>
          <w:p w14:paraId="5634F1F5" w14:textId="77777777" w:rsidR="00B62FFF" w:rsidRPr="00C96EF9" w:rsidRDefault="00B62FFF" w:rsidP="00B62FFF">
            <w:pPr>
              <w:pStyle w:val="SIText"/>
            </w:pPr>
          </w:p>
          <w:p w14:paraId="48331A9F" w14:textId="77777777" w:rsidR="00B62FFF" w:rsidRPr="00B62FFF" w:rsidRDefault="00B62FFF" w:rsidP="00B62FFF">
            <w:pPr>
              <w:pStyle w:val="SIBulletList1"/>
            </w:pPr>
            <w:r w:rsidRPr="00C96EF9">
              <w:lastRenderedPageBreak/>
              <w:t>physical conditions:</w:t>
            </w:r>
          </w:p>
          <w:p w14:paraId="6B911EB3" w14:textId="79F0C7C1" w:rsidR="00B62FFF" w:rsidRPr="00B62FFF" w:rsidRDefault="00B62FFF" w:rsidP="00B62FFF">
            <w:pPr>
              <w:pStyle w:val="SIBulletList2"/>
              <w:rPr>
                <w:rFonts w:eastAsia="Calibri"/>
              </w:rPr>
            </w:pPr>
            <w:r w:rsidRPr="00C96EF9">
              <w:t xml:space="preserve">skills must be demonstrated </w:t>
            </w:r>
            <w:r w:rsidRPr="00B62FFF">
              <w:t>on a farm</w:t>
            </w:r>
            <w:r>
              <w:t xml:space="preserve"> with livestock</w:t>
            </w:r>
            <w:r w:rsidRPr="00B62FFF">
              <w:t xml:space="preserve"> or an environment that accurately represents workplace conditions</w:t>
            </w:r>
          </w:p>
          <w:p w14:paraId="3953AA2B" w14:textId="77777777" w:rsidR="00B62FFF" w:rsidRPr="00B62FFF" w:rsidRDefault="00B62FFF" w:rsidP="00B62FFF">
            <w:pPr>
              <w:pStyle w:val="SIBulletList1"/>
            </w:pPr>
            <w:r w:rsidRPr="00C96EF9">
              <w:t>resources, equipment and materials:</w:t>
            </w:r>
          </w:p>
          <w:p w14:paraId="59B41840" w14:textId="77777777" w:rsidR="00B62FFF" w:rsidRPr="00B62FFF" w:rsidRDefault="00B62FFF" w:rsidP="00B62FFF">
            <w:pPr>
              <w:pStyle w:val="SIBulletList2"/>
              <w:rPr>
                <w:rFonts w:eastAsia="Calibri"/>
              </w:rPr>
            </w:pPr>
            <w:r w:rsidRPr="00B62FFF">
              <w:rPr>
                <w:rFonts w:eastAsia="Calibri"/>
              </w:rPr>
              <w:t>livestock for grazing</w:t>
            </w:r>
          </w:p>
          <w:p w14:paraId="6D1326EA" w14:textId="7664821B" w:rsidR="00B62FFF" w:rsidRPr="00B62FFF" w:rsidRDefault="00B62FFF" w:rsidP="00B62FFF">
            <w:pPr>
              <w:pStyle w:val="SIBulletList2"/>
              <w:rPr>
                <w:rFonts w:eastAsia="Calibri"/>
              </w:rPr>
            </w:pPr>
            <w:r w:rsidRPr="00C96EF9">
              <w:t xml:space="preserve">use of </w:t>
            </w:r>
            <w:r w:rsidRPr="00B62FFF">
              <w:t xml:space="preserve">tools, equipment and machinery for </w:t>
            </w:r>
            <w:r>
              <w:t>maintaining</w:t>
            </w:r>
            <w:r w:rsidRPr="00B62FFF">
              <w:t xml:space="preserve"> pasture and </w:t>
            </w:r>
            <w:r>
              <w:t xml:space="preserve">forage </w:t>
            </w:r>
            <w:r w:rsidRPr="00B62FFF">
              <w:t>crops</w:t>
            </w:r>
          </w:p>
          <w:p w14:paraId="12C8CCC8" w14:textId="77777777" w:rsidR="00B62FFF" w:rsidRPr="00B62FFF" w:rsidRDefault="00B62FFF" w:rsidP="00B62FFF">
            <w:pPr>
              <w:pStyle w:val="SIBulletList2"/>
              <w:rPr>
                <w:rFonts w:eastAsia="Calibri"/>
              </w:rPr>
            </w:pPr>
            <w:r w:rsidRPr="00C96EF9">
              <w:t xml:space="preserve">use of </w:t>
            </w:r>
            <w:r w:rsidRPr="00B62FFF">
              <w:t>personal protective equipment</w:t>
            </w:r>
          </w:p>
          <w:p w14:paraId="3C64CC2E" w14:textId="77777777" w:rsidR="00B62FFF" w:rsidRPr="00B62FFF" w:rsidRDefault="00B62FFF" w:rsidP="00B62FFF">
            <w:pPr>
              <w:pStyle w:val="SIBulletList1"/>
              <w:rPr>
                <w:rFonts w:eastAsia="Calibri"/>
              </w:rPr>
            </w:pPr>
            <w:r w:rsidRPr="00B62FFF">
              <w:rPr>
                <w:rFonts w:eastAsia="Calibri"/>
              </w:rPr>
              <w:t>specifications:</w:t>
            </w:r>
          </w:p>
          <w:p w14:paraId="01F9CB0B" w14:textId="77777777" w:rsidR="00B62FFF" w:rsidRPr="00B62FFF" w:rsidRDefault="00B62FFF" w:rsidP="00B62FFF">
            <w:pPr>
              <w:pStyle w:val="SIBulletList2"/>
              <w:rPr>
                <w:rFonts w:eastAsia="Calibri"/>
              </w:rPr>
            </w:pPr>
            <w:r w:rsidRPr="00B62FFF">
              <w:rPr>
                <w:rFonts w:eastAsia="Calibri"/>
              </w:rPr>
              <w:t>use of workplace policies, procedures, processes</w:t>
            </w:r>
          </w:p>
          <w:p w14:paraId="66EF1FAA" w14:textId="77777777" w:rsidR="00B62FFF" w:rsidRPr="00B62FFF" w:rsidRDefault="00B62FFF" w:rsidP="00B62FFF">
            <w:pPr>
              <w:pStyle w:val="SIBulletList2"/>
              <w:rPr>
                <w:rFonts w:eastAsia="Calibri"/>
              </w:rPr>
            </w:pPr>
            <w:r w:rsidRPr="00B62FFF">
              <w:rPr>
                <w:rFonts w:eastAsia="Calibri"/>
              </w:rPr>
              <w:t>access to safety data sheets for treatments</w:t>
            </w:r>
          </w:p>
          <w:p w14:paraId="7E9E9F36" w14:textId="77777777" w:rsidR="00B62FFF" w:rsidRPr="00B62FFF" w:rsidRDefault="00B62FFF" w:rsidP="00B62FFF">
            <w:pPr>
              <w:pStyle w:val="SIBulletList2"/>
              <w:rPr>
                <w:rFonts w:eastAsia="Calibri"/>
              </w:rPr>
            </w:pPr>
            <w:r w:rsidRPr="00B62FFF">
              <w:rPr>
                <w:rFonts w:eastAsia="Calibri"/>
              </w:rPr>
              <w:t>use of workplace plans and specifications</w:t>
            </w:r>
          </w:p>
          <w:p w14:paraId="264EE563" w14:textId="77777777" w:rsidR="00B62FFF" w:rsidRPr="00B62FFF" w:rsidRDefault="00B62FFF" w:rsidP="00B62FFF">
            <w:pPr>
              <w:pStyle w:val="SIBulletList1"/>
            </w:pPr>
            <w:r w:rsidRPr="00C96EF9">
              <w:t xml:space="preserve">relationships: </w:t>
            </w:r>
          </w:p>
          <w:p w14:paraId="3BC2C9BA" w14:textId="0DCFDA27" w:rsidR="00B62FFF" w:rsidRPr="00B62FFF" w:rsidRDefault="00B62FFF" w:rsidP="00B62FFF">
            <w:pPr>
              <w:pStyle w:val="SIBulletList2"/>
            </w:pPr>
            <w:r w:rsidRPr="00C96EF9">
              <w:t>supervisor</w:t>
            </w:r>
            <w:r>
              <w:t>.</w:t>
            </w:r>
          </w:p>
          <w:p w14:paraId="408F0CDB" w14:textId="6C6706DF" w:rsidR="00DA54B5" w:rsidRPr="00655870" w:rsidRDefault="00B62FFF" w:rsidP="00655870">
            <w:pPr>
              <w:pStyle w:val="SIText"/>
              <w:rPr>
                <w:rFonts w:eastAsia="Calibri"/>
              </w:rPr>
            </w:pPr>
            <w:r w:rsidRPr="00C96EF9">
              <w:t>Assessors of this unit must satisfy the requirements for assessors in applicable vocational education and training legislation, frameworks and/or standards.</w:t>
            </w:r>
          </w:p>
        </w:tc>
      </w:tr>
    </w:tbl>
    <w:p w14:paraId="006D31D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50F0F0E" w14:textId="77777777" w:rsidTr="004679E3">
        <w:tc>
          <w:tcPr>
            <w:tcW w:w="990" w:type="pct"/>
            <w:shd w:val="clear" w:color="auto" w:fill="auto"/>
          </w:tcPr>
          <w:p w14:paraId="781CB613" w14:textId="77777777" w:rsidR="00F1480E" w:rsidRPr="000754EC" w:rsidRDefault="00D71E43" w:rsidP="000754EC">
            <w:pPr>
              <w:pStyle w:val="SIHeading2"/>
            </w:pPr>
            <w:r w:rsidRPr="002C55E9">
              <w:t>L</w:t>
            </w:r>
            <w:r w:rsidRPr="000754EC">
              <w:t>inks</w:t>
            </w:r>
          </w:p>
        </w:tc>
        <w:tc>
          <w:tcPr>
            <w:tcW w:w="4010" w:type="pct"/>
            <w:shd w:val="clear" w:color="auto" w:fill="auto"/>
          </w:tcPr>
          <w:p w14:paraId="0081FBFB" w14:textId="77777777" w:rsidR="002970C3" w:rsidRPr="000754EC" w:rsidRDefault="002970C3" w:rsidP="000754EC">
            <w:pPr>
              <w:pStyle w:val="SIText"/>
            </w:pPr>
            <w:r>
              <w:t xml:space="preserve">Companion Volumes, including Implementation </w:t>
            </w:r>
            <w:r w:rsidR="00346FDC">
              <w:t>Guides, are available at VETNet:</w:t>
            </w:r>
          </w:p>
          <w:p w14:paraId="15AC7B9E" w14:textId="54A7FC92" w:rsidR="00F1480E" w:rsidRPr="000754EC" w:rsidRDefault="00F00E4E" w:rsidP="000754EC">
            <w:pPr>
              <w:pStyle w:val="SIText"/>
            </w:pPr>
            <w:hyperlink r:id="rId15" w:history="1">
              <w:r w:rsidR="00E933B0" w:rsidRPr="00CD1AB5">
                <w:t>https://vetnet.gov.au/Pages/TrainingDocs.aspx?q=c6399549-9c62-4a5e-bf1a-524b2322cf72</w:t>
              </w:r>
            </w:hyperlink>
            <w:r w:rsidR="00E933B0">
              <w:t xml:space="preserve"> </w:t>
            </w:r>
          </w:p>
        </w:tc>
      </w:tr>
    </w:tbl>
    <w:p w14:paraId="7DC142F8" w14:textId="77777777" w:rsidR="00F1480E" w:rsidRDefault="00F1480E" w:rsidP="005F771F">
      <w:pPr>
        <w:pStyle w:val="SIText"/>
      </w:pPr>
    </w:p>
    <w:sectPr w:rsidR="00F1480E" w:rsidSect="00AE32CB">
      <w:headerReference w:type="default" r:id="rId16"/>
      <w:footerReference w:type="default" r:id="rId17"/>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Ron Barrow" w:date="2021-01-04T16:07:00Z" w:initials="RB">
    <w:p w14:paraId="0965402E" w14:textId="77777777" w:rsidR="00F2708B" w:rsidRDefault="00F2708B">
      <w:r>
        <w:annotationRef/>
      </w:r>
      <w:r>
        <w:t>Should the individual be assessed on a crop and a pasture?</w:t>
      </w:r>
    </w:p>
    <w:p w14:paraId="5F20EC52" w14:textId="44E099CE" w:rsidR="00F2708B" w:rsidRDefault="00F2708B">
      <w:r>
        <w:t>S</w:t>
      </w:r>
      <w:r w:rsidR="00286456">
        <w:t>takeholder</w:t>
      </w:r>
      <w:bookmarkStart w:id="1" w:name="_GoBack"/>
      <w:bookmarkEnd w:id="1"/>
      <w:r>
        <w:t xml:space="preserve"> advice sought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F20EC5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F20EC52" w16cid:durableId="23B2E84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D3C06D" w14:textId="77777777" w:rsidR="00F00E4E" w:rsidRDefault="00F00E4E" w:rsidP="00BF3F0A">
      <w:r>
        <w:separator/>
      </w:r>
    </w:p>
    <w:p w14:paraId="598A064A" w14:textId="77777777" w:rsidR="00F00E4E" w:rsidRDefault="00F00E4E"/>
  </w:endnote>
  <w:endnote w:type="continuationSeparator" w:id="0">
    <w:p w14:paraId="2F5B6477" w14:textId="77777777" w:rsidR="00F00E4E" w:rsidRDefault="00F00E4E" w:rsidP="00BF3F0A">
      <w:r>
        <w:continuationSeparator/>
      </w:r>
    </w:p>
    <w:p w14:paraId="6029F6A1" w14:textId="77777777" w:rsidR="00F00E4E" w:rsidRDefault="00F00E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B99B67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494B34">
          <w:rPr>
            <w:noProof/>
          </w:rPr>
          <w:t>5</w:t>
        </w:r>
        <w:r w:rsidRPr="000754EC">
          <w:fldChar w:fldCharType="end"/>
        </w:r>
      </w:p>
      <w:p w14:paraId="72FAB4E5" w14:textId="77777777"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16FAAD1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D64B97" w14:textId="77777777" w:rsidR="00F00E4E" w:rsidRDefault="00F00E4E" w:rsidP="00BF3F0A">
      <w:r>
        <w:separator/>
      </w:r>
    </w:p>
    <w:p w14:paraId="391EE48E" w14:textId="77777777" w:rsidR="00F00E4E" w:rsidRDefault="00F00E4E"/>
  </w:footnote>
  <w:footnote w:type="continuationSeparator" w:id="0">
    <w:p w14:paraId="49323CF6" w14:textId="77777777" w:rsidR="00F00E4E" w:rsidRDefault="00F00E4E" w:rsidP="00BF3F0A">
      <w:r>
        <w:continuationSeparator/>
      </w:r>
    </w:p>
    <w:p w14:paraId="27598A1A" w14:textId="77777777" w:rsidR="00F00E4E" w:rsidRDefault="00F00E4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69EFD" w14:textId="392FF501" w:rsidR="009C2650" w:rsidRPr="00C3087C" w:rsidRDefault="00C3087C" w:rsidP="00C3087C">
    <w:r w:rsidRPr="00C3087C">
      <w:rPr>
        <w:lang w:eastAsia="en-US"/>
      </w:rPr>
      <w:t>AHCBAC310 Maintain pastures and crops for livestock production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2930244"/>
    <w:multiLevelType w:val="multilevel"/>
    <w:tmpl w:val="424256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42E59B6"/>
    <w:multiLevelType w:val="multilevel"/>
    <w:tmpl w:val="B016CB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4"/>
  </w:num>
  <w:num w:numId="4">
    <w:abstractNumId w:val="15"/>
  </w:num>
  <w:num w:numId="5">
    <w:abstractNumId w:val="2"/>
  </w:num>
  <w:num w:numId="6">
    <w:abstractNumId w:val="8"/>
  </w:num>
  <w:num w:numId="7">
    <w:abstractNumId w:val="3"/>
  </w:num>
  <w:num w:numId="8">
    <w:abstractNumId w:val="0"/>
  </w:num>
  <w:num w:numId="9">
    <w:abstractNumId w:val="14"/>
  </w:num>
  <w:num w:numId="10">
    <w:abstractNumId w:val="10"/>
  </w:num>
  <w:num w:numId="11">
    <w:abstractNumId w:val="13"/>
  </w:num>
  <w:num w:numId="12">
    <w:abstractNumId w:val="12"/>
  </w:num>
  <w:num w:numId="13">
    <w:abstractNumId w:val="16"/>
  </w:num>
  <w:num w:numId="14">
    <w:abstractNumId w:val="5"/>
  </w:num>
  <w:num w:numId="15">
    <w:abstractNumId w:val="6"/>
  </w:num>
  <w:num w:numId="16">
    <w:abstractNumId w:val="17"/>
  </w:num>
  <w:num w:numId="17">
    <w:abstractNumId w:val="11"/>
  </w:num>
  <w:num w:numId="1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n Barrow">
    <w15:presenceInfo w15:providerId="None" w15:userId="Ron Barro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3B0"/>
    <w:rsid w:val="000014B9"/>
    <w:rsid w:val="00005A15"/>
    <w:rsid w:val="00006AAB"/>
    <w:rsid w:val="0001108F"/>
    <w:rsid w:val="000115E2"/>
    <w:rsid w:val="00011B2B"/>
    <w:rsid w:val="000126D0"/>
    <w:rsid w:val="0001296A"/>
    <w:rsid w:val="00016803"/>
    <w:rsid w:val="00023992"/>
    <w:rsid w:val="000275AE"/>
    <w:rsid w:val="00027E89"/>
    <w:rsid w:val="00041E59"/>
    <w:rsid w:val="00064BFE"/>
    <w:rsid w:val="00070B3E"/>
    <w:rsid w:val="00071F95"/>
    <w:rsid w:val="000737BB"/>
    <w:rsid w:val="000748F0"/>
    <w:rsid w:val="00074E47"/>
    <w:rsid w:val="000754EC"/>
    <w:rsid w:val="0009093B"/>
    <w:rsid w:val="000A5441"/>
    <w:rsid w:val="000B2022"/>
    <w:rsid w:val="000C149A"/>
    <w:rsid w:val="000C224E"/>
    <w:rsid w:val="000E25E6"/>
    <w:rsid w:val="000E2C86"/>
    <w:rsid w:val="000E77A4"/>
    <w:rsid w:val="000F29F2"/>
    <w:rsid w:val="00101659"/>
    <w:rsid w:val="00105AEA"/>
    <w:rsid w:val="001078BF"/>
    <w:rsid w:val="00133957"/>
    <w:rsid w:val="00136EBD"/>
    <w:rsid w:val="001372F6"/>
    <w:rsid w:val="00144385"/>
    <w:rsid w:val="00146EEC"/>
    <w:rsid w:val="00151D55"/>
    <w:rsid w:val="00151D93"/>
    <w:rsid w:val="00156EF3"/>
    <w:rsid w:val="00176E4F"/>
    <w:rsid w:val="0018546B"/>
    <w:rsid w:val="001A1561"/>
    <w:rsid w:val="001A6A3E"/>
    <w:rsid w:val="001A7B6D"/>
    <w:rsid w:val="001B34D5"/>
    <w:rsid w:val="001B513A"/>
    <w:rsid w:val="001C0A75"/>
    <w:rsid w:val="001C1306"/>
    <w:rsid w:val="001D30EB"/>
    <w:rsid w:val="001D5C1B"/>
    <w:rsid w:val="001D7F5B"/>
    <w:rsid w:val="001E0301"/>
    <w:rsid w:val="001E0849"/>
    <w:rsid w:val="001E16BC"/>
    <w:rsid w:val="001E16DF"/>
    <w:rsid w:val="001F2BA5"/>
    <w:rsid w:val="001F308D"/>
    <w:rsid w:val="00201A7C"/>
    <w:rsid w:val="00210ED8"/>
    <w:rsid w:val="0021210E"/>
    <w:rsid w:val="0021414D"/>
    <w:rsid w:val="002141C3"/>
    <w:rsid w:val="00223124"/>
    <w:rsid w:val="0022447A"/>
    <w:rsid w:val="00233143"/>
    <w:rsid w:val="00234444"/>
    <w:rsid w:val="00242293"/>
    <w:rsid w:val="00244EA7"/>
    <w:rsid w:val="00262FC3"/>
    <w:rsid w:val="0026394F"/>
    <w:rsid w:val="00267AF6"/>
    <w:rsid w:val="00276DB8"/>
    <w:rsid w:val="00282664"/>
    <w:rsid w:val="00285EC8"/>
    <w:rsid w:val="00285FB8"/>
    <w:rsid w:val="00286456"/>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76963"/>
    <w:rsid w:val="0038735B"/>
    <w:rsid w:val="003916D1"/>
    <w:rsid w:val="00394C90"/>
    <w:rsid w:val="003A21F0"/>
    <w:rsid w:val="003A277F"/>
    <w:rsid w:val="003A58BA"/>
    <w:rsid w:val="003A5AE7"/>
    <w:rsid w:val="003A7221"/>
    <w:rsid w:val="003B3493"/>
    <w:rsid w:val="003B370C"/>
    <w:rsid w:val="003C13AE"/>
    <w:rsid w:val="003C7152"/>
    <w:rsid w:val="003D2E73"/>
    <w:rsid w:val="003E3D6B"/>
    <w:rsid w:val="003E72B6"/>
    <w:rsid w:val="003E7BBE"/>
    <w:rsid w:val="004127E3"/>
    <w:rsid w:val="0041502C"/>
    <w:rsid w:val="0043212E"/>
    <w:rsid w:val="00434366"/>
    <w:rsid w:val="00434ECE"/>
    <w:rsid w:val="00444423"/>
    <w:rsid w:val="00452F3E"/>
    <w:rsid w:val="0046239A"/>
    <w:rsid w:val="004640AE"/>
    <w:rsid w:val="004679E3"/>
    <w:rsid w:val="00475172"/>
    <w:rsid w:val="004758B0"/>
    <w:rsid w:val="004832D2"/>
    <w:rsid w:val="00485559"/>
    <w:rsid w:val="00494B34"/>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4499F"/>
    <w:rsid w:val="00556C4C"/>
    <w:rsid w:val="00557369"/>
    <w:rsid w:val="00557D22"/>
    <w:rsid w:val="00564ADD"/>
    <w:rsid w:val="005708EB"/>
    <w:rsid w:val="00575BC6"/>
    <w:rsid w:val="00583902"/>
    <w:rsid w:val="0058449A"/>
    <w:rsid w:val="00586D6B"/>
    <w:rsid w:val="005A1D70"/>
    <w:rsid w:val="005A3AA5"/>
    <w:rsid w:val="005A6C9C"/>
    <w:rsid w:val="005A74DC"/>
    <w:rsid w:val="005B5146"/>
    <w:rsid w:val="005B7490"/>
    <w:rsid w:val="005C62B3"/>
    <w:rsid w:val="005D1AFD"/>
    <w:rsid w:val="005E51E6"/>
    <w:rsid w:val="005F027A"/>
    <w:rsid w:val="005F33CC"/>
    <w:rsid w:val="005F771F"/>
    <w:rsid w:val="005F7F39"/>
    <w:rsid w:val="006121D4"/>
    <w:rsid w:val="00613B49"/>
    <w:rsid w:val="00616845"/>
    <w:rsid w:val="00620E8E"/>
    <w:rsid w:val="00633CFE"/>
    <w:rsid w:val="00634FCA"/>
    <w:rsid w:val="00643D1B"/>
    <w:rsid w:val="006452B8"/>
    <w:rsid w:val="00652E62"/>
    <w:rsid w:val="00655870"/>
    <w:rsid w:val="00682D0D"/>
    <w:rsid w:val="00686A49"/>
    <w:rsid w:val="00687B62"/>
    <w:rsid w:val="00690C44"/>
    <w:rsid w:val="006939F0"/>
    <w:rsid w:val="006969D9"/>
    <w:rsid w:val="006A2B68"/>
    <w:rsid w:val="006C2F32"/>
    <w:rsid w:val="006D1AF9"/>
    <w:rsid w:val="006D38C3"/>
    <w:rsid w:val="006D4448"/>
    <w:rsid w:val="006D6DFD"/>
    <w:rsid w:val="006E1CF8"/>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6458"/>
    <w:rsid w:val="00757005"/>
    <w:rsid w:val="00761DBE"/>
    <w:rsid w:val="0076523B"/>
    <w:rsid w:val="00771B60"/>
    <w:rsid w:val="00781D77"/>
    <w:rsid w:val="00783549"/>
    <w:rsid w:val="007860B7"/>
    <w:rsid w:val="00786DC8"/>
    <w:rsid w:val="007A300D"/>
    <w:rsid w:val="007D5A78"/>
    <w:rsid w:val="007E3BD1"/>
    <w:rsid w:val="007F1563"/>
    <w:rsid w:val="007F1EB2"/>
    <w:rsid w:val="007F2CC4"/>
    <w:rsid w:val="007F44DB"/>
    <w:rsid w:val="007F5A8B"/>
    <w:rsid w:val="00817D51"/>
    <w:rsid w:val="00823530"/>
    <w:rsid w:val="00823FF4"/>
    <w:rsid w:val="00830267"/>
    <w:rsid w:val="008306E7"/>
    <w:rsid w:val="008322BE"/>
    <w:rsid w:val="00833F7B"/>
    <w:rsid w:val="00834BC8"/>
    <w:rsid w:val="00837FD6"/>
    <w:rsid w:val="00847B60"/>
    <w:rsid w:val="00850243"/>
    <w:rsid w:val="00851BE5"/>
    <w:rsid w:val="008545EB"/>
    <w:rsid w:val="00865011"/>
    <w:rsid w:val="00872A37"/>
    <w:rsid w:val="00886790"/>
    <w:rsid w:val="008908DE"/>
    <w:rsid w:val="008A12ED"/>
    <w:rsid w:val="008A39D3"/>
    <w:rsid w:val="008B2C77"/>
    <w:rsid w:val="008B4AD2"/>
    <w:rsid w:val="008B7138"/>
    <w:rsid w:val="008C4F7B"/>
    <w:rsid w:val="008E260C"/>
    <w:rsid w:val="008E39BE"/>
    <w:rsid w:val="008E62EC"/>
    <w:rsid w:val="008F038D"/>
    <w:rsid w:val="008F32F6"/>
    <w:rsid w:val="00916CD7"/>
    <w:rsid w:val="00920927"/>
    <w:rsid w:val="00921B38"/>
    <w:rsid w:val="00923720"/>
    <w:rsid w:val="009278C9"/>
    <w:rsid w:val="00932CD7"/>
    <w:rsid w:val="00944C09"/>
    <w:rsid w:val="00945124"/>
    <w:rsid w:val="009527CB"/>
    <w:rsid w:val="00953835"/>
    <w:rsid w:val="00960F6C"/>
    <w:rsid w:val="00970747"/>
    <w:rsid w:val="00981203"/>
    <w:rsid w:val="00997BFC"/>
    <w:rsid w:val="009A5900"/>
    <w:rsid w:val="009A6E6C"/>
    <w:rsid w:val="009A6F3F"/>
    <w:rsid w:val="009A71BE"/>
    <w:rsid w:val="009A771C"/>
    <w:rsid w:val="009B331A"/>
    <w:rsid w:val="009C2650"/>
    <w:rsid w:val="009D15E2"/>
    <w:rsid w:val="009D15FE"/>
    <w:rsid w:val="009D5D2C"/>
    <w:rsid w:val="009F0DCC"/>
    <w:rsid w:val="009F11CA"/>
    <w:rsid w:val="009F765D"/>
    <w:rsid w:val="00A0695B"/>
    <w:rsid w:val="00A13052"/>
    <w:rsid w:val="00A174F4"/>
    <w:rsid w:val="00A216A8"/>
    <w:rsid w:val="00A223A6"/>
    <w:rsid w:val="00A3420C"/>
    <w:rsid w:val="00A3639E"/>
    <w:rsid w:val="00A5092E"/>
    <w:rsid w:val="00A554D6"/>
    <w:rsid w:val="00A56E14"/>
    <w:rsid w:val="00A6476B"/>
    <w:rsid w:val="00A74CC5"/>
    <w:rsid w:val="00A76C6C"/>
    <w:rsid w:val="00A813E2"/>
    <w:rsid w:val="00A87356"/>
    <w:rsid w:val="00A92DD1"/>
    <w:rsid w:val="00AA5338"/>
    <w:rsid w:val="00AB1B8E"/>
    <w:rsid w:val="00AB3EC1"/>
    <w:rsid w:val="00AB46DE"/>
    <w:rsid w:val="00AB51ED"/>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1EDA"/>
    <w:rsid w:val="00B62FFF"/>
    <w:rsid w:val="00B65BC7"/>
    <w:rsid w:val="00B746B9"/>
    <w:rsid w:val="00B848D4"/>
    <w:rsid w:val="00B865B7"/>
    <w:rsid w:val="00BA1CB1"/>
    <w:rsid w:val="00BA4178"/>
    <w:rsid w:val="00BA482D"/>
    <w:rsid w:val="00BA4C32"/>
    <w:rsid w:val="00BB1755"/>
    <w:rsid w:val="00BB23F4"/>
    <w:rsid w:val="00BC5075"/>
    <w:rsid w:val="00BC5419"/>
    <w:rsid w:val="00BC6A0D"/>
    <w:rsid w:val="00BD3B0F"/>
    <w:rsid w:val="00BE5889"/>
    <w:rsid w:val="00BF1D4C"/>
    <w:rsid w:val="00BF3F0A"/>
    <w:rsid w:val="00C143C3"/>
    <w:rsid w:val="00C1739B"/>
    <w:rsid w:val="00C21ADE"/>
    <w:rsid w:val="00C26067"/>
    <w:rsid w:val="00C3087C"/>
    <w:rsid w:val="00C30A29"/>
    <w:rsid w:val="00C317DC"/>
    <w:rsid w:val="00C5347E"/>
    <w:rsid w:val="00C578E9"/>
    <w:rsid w:val="00C70626"/>
    <w:rsid w:val="00C72860"/>
    <w:rsid w:val="00C73582"/>
    <w:rsid w:val="00C73B90"/>
    <w:rsid w:val="00C742EC"/>
    <w:rsid w:val="00C951FC"/>
    <w:rsid w:val="00C96AF3"/>
    <w:rsid w:val="00C97CCC"/>
    <w:rsid w:val="00CA0274"/>
    <w:rsid w:val="00CA139A"/>
    <w:rsid w:val="00CB746F"/>
    <w:rsid w:val="00CC451E"/>
    <w:rsid w:val="00CD4E9D"/>
    <w:rsid w:val="00CD4F4D"/>
    <w:rsid w:val="00CD5303"/>
    <w:rsid w:val="00CE7D19"/>
    <w:rsid w:val="00CF0CF5"/>
    <w:rsid w:val="00CF2B3E"/>
    <w:rsid w:val="00CF3CB6"/>
    <w:rsid w:val="00CF413F"/>
    <w:rsid w:val="00CF7C5B"/>
    <w:rsid w:val="00D0201F"/>
    <w:rsid w:val="00D03685"/>
    <w:rsid w:val="00D0551A"/>
    <w:rsid w:val="00D07D4E"/>
    <w:rsid w:val="00D115AA"/>
    <w:rsid w:val="00D145BE"/>
    <w:rsid w:val="00D2035A"/>
    <w:rsid w:val="00D20C57"/>
    <w:rsid w:val="00D25D16"/>
    <w:rsid w:val="00D32124"/>
    <w:rsid w:val="00D54C76"/>
    <w:rsid w:val="00D632BB"/>
    <w:rsid w:val="00D71E43"/>
    <w:rsid w:val="00D727F3"/>
    <w:rsid w:val="00D73695"/>
    <w:rsid w:val="00D810DE"/>
    <w:rsid w:val="00D87D32"/>
    <w:rsid w:val="00D91188"/>
    <w:rsid w:val="00D92C83"/>
    <w:rsid w:val="00DA0A81"/>
    <w:rsid w:val="00DA3C10"/>
    <w:rsid w:val="00DA53B5"/>
    <w:rsid w:val="00DA54B5"/>
    <w:rsid w:val="00DC1D69"/>
    <w:rsid w:val="00DC5A3A"/>
    <w:rsid w:val="00DD0726"/>
    <w:rsid w:val="00E238E6"/>
    <w:rsid w:val="00E34CD8"/>
    <w:rsid w:val="00E35064"/>
    <w:rsid w:val="00E3681D"/>
    <w:rsid w:val="00E40225"/>
    <w:rsid w:val="00E501F0"/>
    <w:rsid w:val="00E6166D"/>
    <w:rsid w:val="00E72A37"/>
    <w:rsid w:val="00E85A27"/>
    <w:rsid w:val="00E91BFF"/>
    <w:rsid w:val="00E92933"/>
    <w:rsid w:val="00E933B0"/>
    <w:rsid w:val="00E94FAD"/>
    <w:rsid w:val="00E95498"/>
    <w:rsid w:val="00EB0AA4"/>
    <w:rsid w:val="00EB5C88"/>
    <w:rsid w:val="00EC0469"/>
    <w:rsid w:val="00EC0C3E"/>
    <w:rsid w:val="00EF01F8"/>
    <w:rsid w:val="00EF1DF7"/>
    <w:rsid w:val="00EF3268"/>
    <w:rsid w:val="00EF40EF"/>
    <w:rsid w:val="00EF47FE"/>
    <w:rsid w:val="00F00E4E"/>
    <w:rsid w:val="00F069BD"/>
    <w:rsid w:val="00F1480E"/>
    <w:rsid w:val="00F1497D"/>
    <w:rsid w:val="00F16AAC"/>
    <w:rsid w:val="00F25AB3"/>
    <w:rsid w:val="00F2708B"/>
    <w:rsid w:val="00F30C7D"/>
    <w:rsid w:val="00F33FF2"/>
    <w:rsid w:val="00F438FC"/>
    <w:rsid w:val="00F5616F"/>
    <w:rsid w:val="00F56451"/>
    <w:rsid w:val="00F56827"/>
    <w:rsid w:val="00F62866"/>
    <w:rsid w:val="00F65EF0"/>
    <w:rsid w:val="00F71651"/>
    <w:rsid w:val="00F76191"/>
    <w:rsid w:val="00F7622B"/>
    <w:rsid w:val="00F76CC6"/>
    <w:rsid w:val="00F8149F"/>
    <w:rsid w:val="00F83D7C"/>
    <w:rsid w:val="00FB232E"/>
    <w:rsid w:val="00FD1FC2"/>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694F5"/>
  <w15:docId w15:val="{2E87884C-E5AB-482E-BC52-5B5F97D5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customStyle="1" w:styleId="UnresolvedMention1">
    <w:name w:val="Unresolved Mention1"/>
    <w:basedOn w:val="DefaultParagraphFont"/>
    <w:uiPriority w:val="99"/>
    <w:semiHidden/>
    <w:unhideWhenUsed/>
    <w:rsid w:val="00E933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42960426">
      <w:bodyDiv w:val="1"/>
      <w:marLeft w:val="0"/>
      <w:marRight w:val="0"/>
      <w:marTop w:val="0"/>
      <w:marBottom w:val="0"/>
      <w:divBdr>
        <w:top w:val="none" w:sz="0" w:space="0" w:color="auto"/>
        <w:left w:val="none" w:sz="0" w:space="0" w:color="auto"/>
        <w:bottom w:val="none" w:sz="0" w:space="0" w:color="auto"/>
        <w:right w:val="none" w:sz="0" w:space="0" w:color="auto"/>
      </w:divBdr>
    </w:div>
    <w:div w:id="1304234257">
      <w:bodyDiv w:val="1"/>
      <w:marLeft w:val="0"/>
      <w:marRight w:val="0"/>
      <w:marTop w:val="0"/>
      <w:marBottom w:val="0"/>
      <w:divBdr>
        <w:top w:val="none" w:sz="0" w:space="0" w:color="auto"/>
        <w:left w:val="none" w:sz="0" w:space="0" w:color="auto"/>
        <w:bottom w:val="none" w:sz="0" w:space="0" w:color="auto"/>
        <w:right w:val="none" w:sz="0" w:space="0" w:color="auto"/>
      </w:divBdr>
    </w:div>
    <w:div w:id="1333408086">
      <w:bodyDiv w:val="1"/>
      <w:marLeft w:val="0"/>
      <w:marRight w:val="0"/>
      <w:marTop w:val="0"/>
      <w:marBottom w:val="0"/>
      <w:divBdr>
        <w:top w:val="none" w:sz="0" w:space="0" w:color="auto"/>
        <w:left w:val="none" w:sz="0" w:space="0" w:color="auto"/>
        <w:bottom w:val="none" w:sz="0" w:space="0" w:color="auto"/>
        <w:right w:val="none" w:sz="0" w:space="0" w:color="auto"/>
      </w:divBdr>
    </w:div>
    <w:div w:id="1552225044">
      <w:bodyDiv w:val="1"/>
      <w:marLeft w:val="0"/>
      <w:marRight w:val="0"/>
      <w:marTop w:val="0"/>
      <w:marBottom w:val="0"/>
      <w:divBdr>
        <w:top w:val="none" w:sz="0" w:space="0" w:color="auto"/>
        <w:left w:val="none" w:sz="0" w:space="0" w:color="auto"/>
        <w:bottom w:val="none" w:sz="0" w:space="0" w:color="auto"/>
        <w:right w:val="none" w:sz="0" w:space="0" w:color="auto"/>
      </w:divBdr>
    </w:div>
    <w:div w:id="1848133227">
      <w:bodyDiv w:val="1"/>
      <w:marLeft w:val="0"/>
      <w:marRight w:val="0"/>
      <w:marTop w:val="0"/>
      <w:marBottom w:val="0"/>
      <w:divBdr>
        <w:top w:val="none" w:sz="0" w:space="0" w:color="auto"/>
        <w:left w:val="none" w:sz="0" w:space="0" w:color="auto"/>
        <w:bottom w:val="none" w:sz="0" w:space="0" w:color="auto"/>
        <w:right w:val="none" w:sz="0" w:space="0" w:color="auto"/>
      </w:divBdr>
    </w:div>
    <w:div w:id="1953005235">
      <w:bodyDiv w:val="1"/>
      <w:marLeft w:val="0"/>
      <w:marRight w:val="0"/>
      <w:marTop w:val="0"/>
      <w:marBottom w:val="0"/>
      <w:divBdr>
        <w:top w:val="none" w:sz="0" w:space="0" w:color="auto"/>
        <w:left w:val="none" w:sz="0" w:space="0" w:color="auto"/>
        <w:bottom w:val="none" w:sz="0" w:space="0" w:color="auto"/>
        <w:right w:val="none" w:sz="0" w:space="0" w:color="auto"/>
      </w:divBdr>
    </w:div>
    <w:div w:id="199826749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hyperlink" Target="https://vetnet.gov.au/Pages/TrainingDocs.aspx?q=c6399549-9c62-4a5e-bf1a-524b2322cf72"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AHC%2021-04%20Dairy%20and%20Milk%20Produ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F6056020D1FDA46BE533C193AFD5389" ma:contentTypeVersion="" ma:contentTypeDescription="Create a new document." ma:contentTypeScope="" ma:versionID="d634ec6fecb7b636232734d4b60e2409">
  <xsd:schema xmlns:xsd="http://www.w3.org/2001/XMLSchema" xmlns:xs="http://www.w3.org/2001/XMLSchema" xmlns:p="http://schemas.microsoft.com/office/2006/metadata/properties" xmlns:ns1="http://schemas.microsoft.com/sharepoint/v3" xmlns:ns2="d50bbff7-d6dd-47d2-864a-cfdc2c3db0f4" xmlns:ns3="f2d889b2-4198-463b-a884-892451515567" targetNamespace="http://schemas.microsoft.com/office/2006/metadata/properties" ma:root="true" ma:fieldsID="969ba2d2528162b10ed779b9af2dad1e" ns1:_="" ns2:_="" ns3:_="">
    <xsd:import namespace="http://schemas.microsoft.com/sharepoint/v3"/>
    <xsd:import namespace="d50bbff7-d6dd-47d2-864a-cfdc2c3db0f4"/>
    <xsd:import namespace="f2d889b2-4198-463b-a884-89245151556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f2d889b2-4198-463b-a884-89245151556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933C6671-2786-48A3-83F0-8DA8BB6F8D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f2d889b2-4198-463b-a884-8924515155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C58A5E-98B7-486F-90E8-169ECCCBC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163</TotalTime>
  <Pages>4</Pages>
  <Words>1199</Words>
  <Characters>6838</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William Henderson</cp:lastModifiedBy>
  <cp:revision>47</cp:revision>
  <cp:lastPrinted>2016-05-27T05:21:00Z</cp:lastPrinted>
  <dcterms:created xsi:type="dcterms:W3CDTF">2020-08-25T06:08:00Z</dcterms:created>
  <dcterms:modified xsi:type="dcterms:W3CDTF">2021-01-20T06:35:00Z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0x0101005F6056020D1FDA46BE533C193AFD5389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